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814" w:rsidRPr="00E81814" w:rsidRDefault="00E81814" w:rsidP="00E81814">
      <w:pPr>
        <w:jc w:val="center"/>
        <w:textAlignment w:val="baseline"/>
        <w:rPr>
          <w:rFonts w:ascii="Calibri" w:hAnsi="Calibri"/>
          <w:b/>
          <w:szCs w:val="24"/>
        </w:rPr>
      </w:pPr>
      <w:r w:rsidRPr="00E81814">
        <w:rPr>
          <w:rFonts w:ascii="Calibri" w:hAnsi="Calibri"/>
          <w:b/>
          <w:szCs w:val="24"/>
        </w:rPr>
        <w:t>Modulo</w:t>
      </w:r>
      <w:r w:rsidR="000A4635">
        <w:rPr>
          <w:rFonts w:ascii="Calibri" w:hAnsi="Calibri"/>
          <w:b/>
          <w:szCs w:val="24"/>
        </w:rPr>
        <w:t xml:space="preserve"> DI CONFERMA</w:t>
      </w:r>
      <w:r w:rsidRPr="00E81814">
        <w:rPr>
          <w:rFonts w:ascii="Calibri" w:hAnsi="Calibri"/>
          <w:b/>
          <w:szCs w:val="24"/>
        </w:rPr>
        <w:t xml:space="preserve"> iscrizione alunni con disabilità atletica leggera su pista 2° grado.</w:t>
      </w:r>
    </w:p>
    <w:p w:rsidR="00E81814" w:rsidRPr="00E81814" w:rsidRDefault="00E81814" w:rsidP="00E81814">
      <w:pPr>
        <w:ind w:left="2124" w:hanging="1644"/>
        <w:textAlignment w:val="baseline"/>
        <w:rPr>
          <w:rFonts w:ascii="Calibri" w:hAnsi="Calibri"/>
          <w:b/>
          <w:szCs w:val="24"/>
        </w:rPr>
      </w:pPr>
      <w:r w:rsidRPr="00E81814">
        <w:rPr>
          <w:rFonts w:ascii="Calibri" w:hAnsi="Calibri"/>
          <w:b/>
          <w:szCs w:val="24"/>
        </w:rPr>
        <w:t xml:space="preserve">   </w:t>
      </w:r>
    </w:p>
    <w:p w:rsidR="000A4635" w:rsidRDefault="00E81814" w:rsidP="00E81814">
      <w:pPr>
        <w:ind w:left="2124" w:hanging="1644"/>
        <w:textAlignment w:val="baseline"/>
        <w:rPr>
          <w:rFonts w:ascii="Calibri" w:hAnsi="Calibri"/>
          <w:b/>
          <w:sz w:val="22"/>
          <w:szCs w:val="22"/>
        </w:rPr>
      </w:pPr>
      <w:r w:rsidRPr="00E81814">
        <w:rPr>
          <w:rFonts w:ascii="Calibri" w:hAnsi="Calibri"/>
          <w:b/>
          <w:sz w:val="22"/>
          <w:szCs w:val="22"/>
        </w:rPr>
        <w:t>Istituto partecipante</w:t>
      </w:r>
      <w:r w:rsidR="00693ABD">
        <w:rPr>
          <w:rFonts w:ascii="Calibri" w:hAnsi="Calibri"/>
          <w:b/>
          <w:sz w:val="22"/>
          <w:szCs w:val="22"/>
        </w:rPr>
        <w:t xml:space="preserve">        </w:t>
      </w:r>
      <w:r w:rsidRPr="00E81814">
        <w:rPr>
          <w:rFonts w:ascii="Calibri" w:hAnsi="Calibri"/>
          <w:b/>
          <w:sz w:val="22"/>
          <w:szCs w:val="22"/>
        </w:rPr>
        <w:t xml:space="preserve">_________________________ </w:t>
      </w:r>
    </w:p>
    <w:p w:rsidR="000A4635" w:rsidRDefault="000A4635" w:rsidP="00E81814">
      <w:pPr>
        <w:ind w:left="2124" w:hanging="1644"/>
        <w:textAlignment w:val="baseline"/>
        <w:rPr>
          <w:rFonts w:ascii="Calibri" w:hAnsi="Calibri"/>
          <w:b/>
          <w:sz w:val="22"/>
          <w:szCs w:val="22"/>
        </w:rPr>
      </w:pPr>
    </w:p>
    <w:p w:rsidR="00E81814" w:rsidRPr="00E81814" w:rsidRDefault="00E81814" w:rsidP="00E81814">
      <w:pPr>
        <w:ind w:left="2124" w:hanging="1644"/>
        <w:textAlignment w:val="baseline"/>
        <w:rPr>
          <w:rFonts w:ascii="Calibri" w:hAnsi="Calibri"/>
          <w:b/>
          <w:sz w:val="22"/>
          <w:szCs w:val="22"/>
        </w:rPr>
      </w:pPr>
      <w:r w:rsidRPr="00E81814">
        <w:rPr>
          <w:rFonts w:ascii="Calibri" w:hAnsi="Calibri"/>
          <w:b/>
          <w:sz w:val="22"/>
          <w:szCs w:val="22"/>
        </w:rPr>
        <w:t>Provincia di</w:t>
      </w:r>
      <w:r w:rsidR="00693ABD">
        <w:rPr>
          <w:rFonts w:ascii="Calibri" w:hAnsi="Calibri"/>
          <w:b/>
          <w:sz w:val="22"/>
          <w:szCs w:val="22"/>
        </w:rPr>
        <w:t xml:space="preserve">        </w:t>
      </w:r>
      <w:r w:rsidRPr="00E81814">
        <w:rPr>
          <w:rFonts w:ascii="Calibri" w:hAnsi="Calibri"/>
          <w:b/>
          <w:sz w:val="22"/>
          <w:szCs w:val="22"/>
        </w:rPr>
        <w:t xml:space="preserve"> ________________</w:t>
      </w:r>
    </w:p>
    <w:p w:rsidR="00E81814" w:rsidRPr="00E81814" w:rsidRDefault="00E81814" w:rsidP="00E81814">
      <w:pPr>
        <w:widowControl w:val="0"/>
        <w:textAlignment w:val="baseline"/>
        <w:rPr>
          <w:rFonts w:ascii="Calibri" w:hAnsi="Calibri"/>
          <w:b/>
          <w:sz w:val="22"/>
          <w:szCs w:val="22"/>
        </w:rPr>
      </w:pPr>
    </w:p>
    <w:p w:rsidR="00E81814" w:rsidRDefault="00E81814" w:rsidP="00E81814">
      <w:pPr>
        <w:widowControl w:val="0"/>
        <w:textAlignment w:val="baseline"/>
        <w:rPr>
          <w:rFonts w:ascii="Calibri" w:hAnsi="Calibri"/>
          <w:b/>
          <w:sz w:val="22"/>
          <w:szCs w:val="22"/>
        </w:rPr>
      </w:pPr>
      <w:r w:rsidRPr="00E81814">
        <w:rPr>
          <w:rFonts w:ascii="Calibri" w:hAnsi="Calibri"/>
          <w:b/>
          <w:sz w:val="22"/>
          <w:szCs w:val="22"/>
        </w:rPr>
        <w:t>Da inviare a:</w:t>
      </w:r>
      <w:r w:rsidR="005556C9">
        <w:rPr>
          <w:rFonts w:ascii="Calibri" w:hAnsi="Calibri"/>
          <w:b/>
          <w:sz w:val="22"/>
          <w:szCs w:val="22"/>
        </w:rPr>
        <w:t xml:space="preserve"> </w:t>
      </w:r>
      <w:hyperlink r:id="rId9" w:history="1">
        <w:r w:rsidR="008F3353" w:rsidRPr="00513043">
          <w:rPr>
            <w:rStyle w:val="Collegamentoipertestuale"/>
            <w:rFonts w:ascii="Calibri" w:hAnsi="Calibri"/>
            <w:b/>
            <w:sz w:val="22"/>
            <w:szCs w:val="22"/>
          </w:rPr>
          <w:t>edfisicamarche@istruzione.it</w:t>
        </w:r>
      </w:hyperlink>
      <w:r w:rsidR="008F3353">
        <w:rPr>
          <w:rFonts w:ascii="Calibri" w:hAnsi="Calibri"/>
          <w:b/>
          <w:sz w:val="22"/>
          <w:szCs w:val="22"/>
        </w:rPr>
        <w:t xml:space="preserve"> </w:t>
      </w:r>
      <w:r w:rsidRPr="00E81814">
        <w:rPr>
          <w:rFonts w:ascii="Calibri" w:hAnsi="Calibri"/>
          <w:sz w:val="22"/>
          <w:szCs w:val="22"/>
        </w:rPr>
        <w:t xml:space="preserve">entro e non oltre </w:t>
      </w:r>
      <w:r w:rsidRPr="000A6007">
        <w:rPr>
          <w:rFonts w:ascii="Calibri" w:hAnsi="Calibri"/>
          <w:sz w:val="22"/>
          <w:szCs w:val="22"/>
        </w:rPr>
        <w:t xml:space="preserve">il </w:t>
      </w:r>
      <w:r w:rsidRPr="000A6007">
        <w:rPr>
          <w:rFonts w:ascii="Calibri" w:hAnsi="Calibri"/>
          <w:b/>
          <w:sz w:val="22"/>
          <w:szCs w:val="22"/>
        </w:rPr>
        <w:t>2</w:t>
      </w:r>
      <w:r w:rsidR="000A6007" w:rsidRPr="000A6007">
        <w:rPr>
          <w:rFonts w:ascii="Calibri" w:hAnsi="Calibri"/>
          <w:b/>
          <w:sz w:val="22"/>
          <w:szCs w:val="22"/>
        </w:rPr>
        <w:t>0 maggio</w:t>
      </w:r>
      <w:r w:rsidRPr="000A6007">
        <w:rPr>
          <w:rFonts w:ascii="Calibri" w:hAnsi="Calibri"/>
          <w:b/>
          <w:sz w:val="22"/>
          <w:szCs w:val="22"/>
        </w:rPr>
        <w:t xml:space="preserve"> 201</w:t>
      </w:r>
      <w:r w:rsidR="008F3353" w:rsidRPr="000A6007">
        <w:rPr>
          <w:rFonts w:ascii="Calibri" w:hAnsi="Calibri"/>
          <w:b/>
          <w:sz w:val="22"/>
          <w:szCs w:val="22"/>
        </w:rPr>
        <w:t>9</w:t>
      </w:r>
      <w:r w:rsidR="00693ABD">
        <w:rPr>
          <w:rFonts w:ascii="Calibri" w:hAnsi="Calibri"/>
          <w:b/>
          <w:sz w:val="22"/>
          <w:szCs w:val="22"/>
        </w:rPr>
        <w:t>.</w:t>
      </w:r>
    </w:p>
    <w:p w:rsidR="008F3353" w:rsidRPr="00693ABD" w:rsidRDefault="008F3353" w:rsidP="00E81814">
      <w:pPr>
        <w:widowControl w:val="0"/>
        <w:textAlignment w:val="baseline"/>
        <w:rPr>
          <w:rFonts w:ascii="Calibri" w:hAnsi="Calibri"/>
          <w:b/>
          <w:sz w:val="22"/>
          <w:szCs w:val="22"/>
        </w:rPr>
      </w:pPr>
    </w:p>
    <w:tbl>
      <w:tblPr>
        <w:tblpPr w:leftFromText="141" w:rightFromText="141" w:vertAnchor="text" w:horzAnchor="page" w:tblpX="6675" w:tblpY="116"/>
        <w:tblW w:w="445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65"/>
        <w:gridCol w:w="507"/>
        <w:gridCol w:w="507"/>
        <w:gridCol w:w="563"/>
        <w:gridCol w:w="563"/>
        <w:gridCol w:w="496"/>
        <w:gridCol w:w="453"/>
      </w:tblGrid>
      <w:tr w:rsidR="00E81814" w:rsidRPr="00E81814" w:rsidTr="008F3353">
        <w:trPr>
          <w:trHeight w:val="270"/>
        </w:trPr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814" w:rsidRDefault="00E81814" w:rsidP="00E81814">
            <w:pPr>
              <w:jc w:val="center"/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  <w:p w:rsidR="00C51207" w:rsidRDefault="00C51207" w:rsidP="00E81814">
            <w:pPr>
              <w:jc w:val="center"/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  <w:p w:rsidR="00C51207" w:rsidRPr="00E81814" w:rsidRDefault="00C51207" w:rsidP="00E81814">
            <w:pPr>
              <w:jc w:val="center"/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4" w:rsidRPr="00E81814" w:rsidRDefault="00E81814" w:rsidP="00E81814">
            <w:pPr>
              <w:jc w:val="center"/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  <w:r w:rsidRPr="00E81814">
              <w:rPr>
                <w:rFonts w:ascii="Calibri" w:hAnsi="Calibri"/>
                <w:b/>
                <w:sz w:val="22"/>
                <w:szCs w:val="22"/>
              </w:rPr>
              <w:t>DIR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4" w:rsidRPr="00E81814" w:rsidRDefault="00E81814" w:rsidP="00E81814">
            <w:pPr>
              <w:jc w:val="center"/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  <w:r w:rsidRPr="00E81814">
              <w:rPr>
                <w:rFonts w:ascii="Calibri" w:hAnsi="Calibri"/>
                <w:b/>
                <w:sz w:val="22"/>
                <w:szCs w:val="22"/>
              </w:rPr>
              <w:t>C 21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4" w:rsidRPr="00E81814" w:rsidRDefault="00E81814" w:rsidP="00E81814">
            <w:pPr>
              <w:jc w:val="center"/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  <w:r w:rsidRPr="00E81814">
              <w:rPr>
                <w:rFonts w:ascii="Calibri" w:hAnsi="Calibri"/>
                <w:b/>
                <w:sz w:val="22"/>
                <w:szCs w:val="22"/>
              </w:rPr>
              <w:t>HFD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4" w:rsidRPr="00E81814" w:rsidRDefault="00E81814" w:rsidP="00E81814">
            <w:pPr>
              <w:jc w:val="center"/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  <w:r w:rsidRPr="00E81814">
              <w:rPr>
                <w:rFonts w:ascii="Calibri" w:hAnsi="Calibri"/>
                <w:b/>
                <w:sz w:val="22"/>
                <w:szCs w:val="22"/>
              </w:rPr>
              <w:t>HFC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4" w:rsidRPr="00E81814" w:rsidRDefault="00E81814" w:rsidP="00E81814">
            <w:pPr>
              <w:jc w:val="center"/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  <w:r w:rsidRPr="00E81814">
              <w:rPr>
                <w:rFonts w:ascii="Calibri" w:hAnsi="Calibri"/>
                <w:b/>
                <w:sz w:val="22"/>
                <w:szCs w:val="22"/>
              </w:rPr>
              <w:t>HS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4" w:rsidRPr="00E81814" w:rsidRDefault="00E81814" w:rsidP="00E81814">
            <w:pPr>
              <w:jc w:val="center"/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  <w:r w:rsidRPr="00E81814">
              <w:rPr>
                <w:rFonts w:ascii="Calibri" w:hAnsi="Calibri"/>
                <w:b/>
                <w:sz w:val="22"/>
                <w:szCs w:val="22"/>
              </w:rPr>
              <w:t>NV</w:t>
            </w:r>
          </w:p>
        </w:tc>
      </w:tr>
      <w:tr w:rsidR="00E81814" w:rsidRPr="00E81814" w:rsidTr="00365D78">
        <w:trPr>
          <w:trHeight w:val="254"/>
        </w:trPr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814" w:rsidRPr="00E81814" w:rsidRDefault="00E81814" w:rsidP="00E81814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  <w:r w:rsidRPr="00E81814">
              <w:rPr>
                <w:rFonts w:ascii="Calibri" w:hAnsi="Calibri"/>
                <w:b/>
                <w:sz w:val="22"/>
                <w:szCs w:val="22"/>
              </w:rPr>
              <w:t>N° Maschi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814" w:rsidRPr="00E81814" w:rsidRDefault="00E81814" w:rsidP="00E81814">
            <w:pPr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4" w:rsidRPr="00E81814" w:rsidRDefault="00E81814" w:rsidP="00E81814">
            <w:pPr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4" w:rsidRPr="00E81814" w:rsidRDefault="00E81814" w:rsidP="00E81814">
            <w:pPr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4" w:rsidRPr="00E81814" w:rsidRDefault="00E81814" w:rsidP="00E81814">
            <w:pPr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4" w:rsidRPr="00E81814" w:rsidRDefault="00E81814" w:rsidP="00E81814">
            <w:pPr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4" w:rsidRPr="00E81814" w:rsidRDefault="00E81814" w:rsidP="00E81814">
            <w:pPr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</w:tr>
      <w:tr w:rsidR="00E81814" w:rsidRPr="00E81814" w:rsidTr="00365D78">
        <w:trPr>
          <w:trHeight w:val="270"/>
        </w:trPr>
        <w:tc>
          <w:tcPr>
            <w:tcW w:w="13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814" w:rsidRPr="00E81814" w:rsidRDefault="00E81814" w:rsidP="00E81814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  <w:proofErr w:type="spellStart"/>
            <w:r w:rsidRPr="00E81814">
              <w:rPr>
                <w:rFonts w:ascii="Calibri" w:hAnsi="Calibri"/>
                <w:b/>
                <w:sz w:val="22"/>
                <w:szCs w:val="22"/>
              </w:rPr>
              <w:t>N°Femmine</w:t>
            </w:r>
            <w:proofErr w:type="spellEnd"/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814" w:rsidRPr="00E81814" w:rsidRDefault="00E81814" w:rsidP="00E81814">
            <w:pPr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4" w:rsidRPr="00E81814" w:rsidRDefault="00E81814" w:rsidP="00E81814">
            <w:pPr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4" w:rsidRPr="00E81814" w:rsidRDefault="00E81814" w:rsidP="00E81814">
            <w:pPr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4" w:rsidRPr="00E81814" w:rsidRDefault="00E81814" w:rsidP="00E81814">
            <w:pPr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4" w:rsidRPr="00E81814" w:rsidRDefault="00E81814" w:rsidP="00E81814">
            <w:pPr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4" w:rsidRPr="00E81814" w:rsidRDefault="00E81814" w:rsidP="00E81814">
            <w:pPr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</w:tr>
      <w:tr w:rsidR="00E81814" w:rsidRPr="00E81814" w:rsidTr="00365D78">
        <w:trPr>
          <w:trHeight w:val="270"/>
        </w:trPr>
        <w:tc>
          <w:tcPr>
            <w:tcW w:w="136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814" w:rsidRPr="00E81814" w:rsidRDefault="00E81814" w:rsidP="00E81814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814" w:rsidRPr="00E81814" w:rsidRDefault="00E81814" w:rsidP="00E81814">
            <w:pPr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4" w:rsidRPr="00E81814" w:rsidRDefault="00E81814" w:rsidP="00E81814">
            <w:pPr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4" w:rsidRPr="00E81814" w:rsidRDefault="00E81814" w:rsidP="00E81814">
            <w:pPr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4" w:rsidRPr="00E81814" w:rsidRDefault="00E81814" w:rsidP="00E81814">
            <w:pPr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4" w:rsidRPr="00E81814" w:rsidRDefault="00E81814" w:rsidP="00E81814">
            <w:pPr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4" w:rsidRPr="00E81814" w:rsidRDefault="00E81814" w:rsidP="00E81814">
            <w:pPr>
              <w:textAlignment w:val="baseline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E81814" w:rsidRPr="00E81814" w:rsidRDefault="00E81814" w:rsidP="00E81814">
      <w:pPr>
        <w:textAlignment w:val="baseline"/>
        <w:rPr>
          <w:rFonts w:ascii="Calibri" w:hAnsi="Calibri"/>
          <w:b/>
          <w:sz w:val="22"/>
          <w:szCs w:val="22"/>
        </w:rPr>
      </w:pPr>
    </w:p>
    <w:p w:rsidR="00E81814" w:rsidRPr="00E81814" w:rsidRDefault="00E81814" w:rsidP="00E81814">
      <w:pPr>
        <w:textAlignment w:val="baseline"/>
        <w:rPr>
          <w:rFonts w:ascii="Calibri" w:hAnsi="Calibri"/>
          <w:b/>
          <w:i/>
          <w:sz w:val="22"/>
          <w:szCs w:val="22"/>
        </w:rPr>
      </w:pPr>
    </w:p>
    <w:p w:rsidR="00E81814" w:rsidRPr="00E81814" w:rsidRDefault="00E81814" w:rsidP="00E81814">
      <w:pPr>
        <w:textAlignment w:val="baseline"/>
        <w:rPr>
          <w:rFonts w:ascii="Calibri" w:hAnsi="Calibri"/>
          <w:sz w:val="22"/>
          <w:szCs w:val="22"/>
        </w:rPr>
      </w:pPr>
    </w:p>
    <w:p w:rsidR="00E81814" w:rsidRPr="00E81814" w:rsidRDefault="00E81814" w:rsidP="00E81814">
      <w:pPr>
        <w:textAlignment w:val="baseline"/>
        <w:rPr>
          <w:rFonts w:ascii="Calibri" w:hAnsi="Calibri"/>
          <w:sz w:val="22"/>
          <w:szCs w:val="22"/>
        </w:rPr>
      </w:pPr>
    </w:p>
    <w:p w:rsidR="00E81814" w:rsidRPr="00E81814" w:rsidRDefault="00E81814" w:rsidP="00E81814">
      <w:pPr>
        <w:textAlignment w:val="baseline"/>
        <w:rPr>
          <w:rFonts w:ascii="Calibri" w:hAnsi="Calibri"/>
          <w:sz w:val="22"/>
          <w:szCs w:val="22"/>
        </w:rPr>
      </w:pPr>
    </w:p>
    <w:p w:rsidR="00B14892" w:rsidRPr="00E81814" w:rsidRDefault="00B14892" w:rsidP="00B14892">
      <w:pPr>
        <w:textAlignment w:val="baseline"/>
        <w:rPr>
          <w:rFonts w:ascii="Calibri" w:hAnsi="Calibri"/>
          <w:i/>
          <w:sz w:val="22"/>
          <w:szCs w:val="22"/>
        </w:rPr>
      </w:pPr>
      <w:r w:rsidRPr="00E81814">
        <w:rPr>
          <w:rFonts w:ascii="Calibri" w:hAnsi="Calibri"/>
          <w:b/>
          <w:i/>
          <w:sz w:val="22"/>
          <w:szCs w:val="22"/>
        </w:rPr>
        <w:t>Individuali</w:t>
      </w:r>
    </w:p>
    <w:p w:rsidR="007450F9" w:rsidRDefault="007450F9" w:rsidP="00E81814">
      <w:pPr>
        <w:textAlignment w:val="baseline"/>
        <w:rPr>
          <w:rFonts w:ascii="Calibri" w:hAnsi="Calibri"/>
          <w:b/>
          <w:sz w:val="22"/>
          <w:szCs w:val="22"/>
        </w:rPr>
      </w:pPr>
    </w:p>
    <w:p w:rsidR="008F3353" w:rsidRDefault="008F3353" w:rsidP="00E81814">
      <w:pPr>
        <w:textAlignment w:val="baseline"/>
        <w:rPr>
          <w:rFonts w:ascii="Calibri" w:hAnsi="Calibri"/>
          <w:b/>
          <w:sz w:val="22"/>
          <w:szCs w:val="22"/>
        </w:rPr>
      </w:pPr>
    </w:p>
    <w:tbl>
      <w:tblPr>
        <w:tblW w:w="1033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16"/>
        <w:gridCol w:w="905"/>
        <w:gridCol w:w="1279"/>
        <w:gridCol w:w="1098"/>
        <w:gridCol w:w="756"/>
        <w:gridCol w:w="690"/>
        <w:gridCol w:w="792"/>
        <w:gridCol w:w="567"/>
        <w:gridCol w:w="654"/>
        <w:gridCol w:w="789"/>
        <w:gridCol w:w="789"/>
      </w:tblGrid>
      <w:tr w:rsidR="0040191D" w:rsidRPr="00E81814" w:rsidTr="0040191D">
        <w:trPr>
          <w:trHeight w:val="326"/>
          <w:jc w:val="center"/>
        </w:trPr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91D" w:rsidRPr="00E81814" w:rsidRDefault="0040191D" w:rsidP="00271408">
            <w:pPr>
              <w:jc w:val="center"/>
              <w:textAlignment w:val="baseline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E81814">
              <w:rPr>
                <w:rFonts w:ascii="Calibri" w:hAnsi="Calibri"/>
                <w:b/>
                <w:bCs/>
                <w:sz w:val="22"/>
                <w:szCs w:val="22"/>
              </w:rPr>
              <w:t>Cognome e Nome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91D" w:rsidRPr="00E81814" w:rsidRDefault="0040191D" w:rsidP="00271408">
            <w:pPr>
              <w:jc w:val="center"/>
              <w:textAlignment w:val="baseline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E81814">
              <w:rPr>
                <w:rFonts w:ascii="Calibri" w:hAnsi="Calibri"/>
                <w:b/>
                <w:bCs/>
                <w:sz w:val="22"/>
                <w:szCs w:val="22"/>
              </w:rPr>
              <w:t>Data di</w:t>
            </w:r>
          </w:p>
          <w:p w:rsidR="0040191D" w:rsidRPr="00E81814" w:rsidRDefault="0040191D" w:rsidP="00271408">
            <w:pPr>
              <w:jc w:val="center"/>
              <w:textAlignment w:val="baseline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E81814">
              <w:rPr>
                <w:rFonts w:ascii="Calibri" w:hAnsi="Calibri"/>
                <w:b/>
                <w:bCs/>
                <w:sz w:val="22"/>
                <w:szCs w:val="22"/>
              </w:rPr>
              <w:t>nascita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91D" w:rsidRDefault="0040191D" w:rsidP="00271408">
            <w:pPr>
              <w:jc w:val="center"/>
              <w:textAlignment w:val="baseline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E81814">
              <w:rPr>
                <w:rFonts w:ascii="Calibri" w:hAnsi="Calibri"/>
                <w:b/>
                <w:bCs/>
                <w:sz w:val="22"/>
                <w:szCs w:val="22"/>
              </w:rPr>
              <w:t>Tempo/</w:t>
            </w:r>
          </w:p>
          <w:p w:rsidR="0040191D" w:rsidRPr="00E81814" w:rsidRDefault="0040191D" w:rsidP="00271408">
            <w:pPr>
              <w:jc w:val="center"/>
              <w:textAlignment w:val="baseline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E81814">
              <w:rPr>
                <w:rFonts w:ascii="Calibri" w:hAnsi="Calibri"/>
                <w:b/>
                <w:bCs/>
                <w:sz w:val="22"/>
                <w:szCs w:val="22"/>
              </w:rPr>
              <w:t>Misura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91D" w:rsidRPr="00E81814" w:rsidRDefault="0040191D" w:rsidP="00271408">
            <w:pPr>
              <w:jc w:val="center"/>
              <w:textAlignment w:val="baseline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E81814">
              <w:rPr>
                <w:rFonts w:ascii="Calibri" w:hAnsi="Calibri"/>
                <w:b/>
                <w:bCs/>
                <w:sz w:val="22"/>
                <w:szCs w:val="22"/>
              </w:rPr>
              <w:t>Categoria</w:t>
            </w:r>
          </w:p>
          <w:p w:rsidR="0040191D" w:rsidRPr="00E81814" w:rsidRDefault="0040191D" w:rsidP="00271408">
            <w:pPr>
              <w:jc w:val="center"/>
              <w:textAlignment w:val="baseline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E81814">
              <w:rPr>
                <w:rFonts w:ascii="Calibri" w:hAnsi="Calibri"/>
                <w:b/>
                <w:bCs/>
                <w:sz w:val="22"/>
                <w:szCs w:val="22"/>
              </w:rPr>
              <w:t xml:space="preserve">di </w:t>
            </w:r>
          </w:p>
          <w:p w:rsidR="0040191D" w:rsidRPr="00E81814" w:rsidRDefault="0040191D" w:rsidP="00271408">
            <w:pPr>
              <w:jc w:val="center"/>
              <w:textAlignment w:val="baseline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disabili</w:t>
            </w:r>
            <w:r w:rsidRPr="00E81814">
              <w:rPr>
                <w:rFonts w:ascii="Calibri" w:hAnsi="Calibri"/>
                <w:b/>
                <w:bCs/>
                <w:sz w:val="22"/>
                <w:szCs w:val="22"/>
              </w:rPr>
              <w:t>tà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91D" w:rsidRPr="00E81814" w:rsidRDefault="0040191D" w:rsidP="00271408">
            <w:pPr>
              <w:jc w:val="center"/>
              <w:textAlignment w:val="baseline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:rsidR="0040191D" w:rsidRPr="00E81814" w:rsidRDefault="0040191D" w:rsidP="00271408">
            <w:pPr>
              <w:jc w:val="center"/>
              <w:textAlignment w:val="baseline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E81814">
              <w:rPr>
                <w:rFonts w:ascii="Calibri" w:hAnsi="Calibri"/>
                <w:b/>
                <w:bCs/>
                <w:sz w:val="22"/>
                <w:szCs w:val="22"/>
              </w:rPr>
              <w:t>Sesso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91D" w:rsidRPr="00E81814" w:rsidRDefault="0040191D" w:rsidP="00271408">
            <w:pPr>
              <w:jc w:val="center"/>
              <w:textAlignment w:val="baseline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E81814">
              <w:rPr>
                <w:rFonts w:ascii="Calibri" w:hAnsi="Calibri"/>
                <w:b/>
                <w:bCs/>
                <w:sz w:val="22"/>
                <w:szCs w:val="22"/>
              </w:rPr>
              <w:t>100 mt.</w:t>
            </w:r>
          </w:p>
          <w:p w:rsidR="0040191D" w:rsidRPr="00E81814" w:rsidRDefault="0040191D" w:rsidP="00271408">
            <w:pPr>
              <w:jc w:val="center"/>
              <w:textAlignment w:val="baseline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191D" w:rsidRPr="0040191D" w:rsidRDefault="0040191D" w:rsidP="00271408">
            <w:pPr>
              <w:jc w:val="center"/>
              <w:textAlignment w:val="baseline"/>
              <w:rPr>
                <w:rFonts w:ascii="Calibri" w:hAnsi="Calibri"/>
                <w:b/>
                <w:bCs/>
                <w:sz w:val="22"/>
                <w:szCs w:val="22"/>
                <w:highlight w:val="yellow"/>
              </w:rPr>
            </w:pPr>
            <w:r w:rsidRPr="007935F6">
              <w:rPr>
                <w:rFonts w:ascii="Calibri" w:hAnsi="Calibri"/>
                <w:b/>
                <w:bCs/>
                <w:sz w:val="22"/>
                <w:szCs w:val="22"/>
              </w:rPr>
              <w:t>1000 mt.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91D" w:rsidRPr="00E81814" w:rsidRDefault="0040191D" w:rsidP="00271408">
            <w:pPr>
              <w:jc w:val="center"/>
              <w:textAlignment w:val="baseline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E81814">
              <w:rPr>
                <w:rFonts w:ascii="Calibri" w:hAnsi="Calibri"/>
                <w:b/>
                <w:bCs/>
                <w:sz w:val="22"/>
                <w:szCs w:val="22"/>
              </w:rPr>
              <w:t>4</w:t>
            </w:r>
          </w:p>
          <w:p w:rsidR="0040191D" w:rsidRPr="00E81814" w:rsidRDefault="0040191D" w:rsidP="00271408">
            <w:pPr>
              <w:jc w:val="center"/>
              <w:textAlignment w:val="baseline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E81814">
              <w:rPr>
                <w:rFonts w:ascii="Calibri" w:hAnsi="Calibri"/>
                <w:b/>
                <w:bCs/>
                <w:sz w:val="22"/>
                <w:szCs w:val="22"/>
              </w:rPr>
              <w:t>x</w:t>
            </w:r>
          </w:p>
          <w:p w:rsidR="0040191D" w:rsidRPr="00E81814" w:rsidRDefault="0040191D" w:rsidP="00271408">
            <w:pPr>
              <w:jc w:val="center"/>
              <w:textAlignment w:val="baseline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E81814">
              <w:rPr>
                <w:rFonts w:ascii="Calibri" w:hAnsi="Calibri"/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91D" w:rsidRPr="00E81814" w:rsidRDefault="0040191D" w:rsidP="00271408">
            <w:pPr>
              <w:jc w:val="center"/>
              <w:textAlignment w:val="baseline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:rsidR="0040191D" w:rsidRPr="00E81814" w:rsidRDefault="0040191D" w:rsidP="00271408">
            <w:pPr>
              <w:jc w:val="center"/>
              <w:textAlignment w:val="baseline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E81814">
              <w:rPr>
                <w:rFonts w:ascii="Calibri" w:hAnsi="Calibri"/>
                <w:b/>
                <w:bCs/>
                <w:sz w:val="22"/>
                <w:szCs w:val="22"/>
              </w:rPr>
              <w:t>Peso</w:t>
            </w:r>
          </w:p>
          <w:p w:rsidR="0040191D" w:rsidRPr="00E81814" w:rsidRDefault="0040191D" w:rsidP="00271408">
            <w:pPr>
              <w:jc w:val="center"/>
              <w:textAlignment w:val="baseline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1D" w:rsidRPr="00E81814" w:rsidRDefault="0040191D" w:rsidP="00271408">
            <w:pPr>
              <w:jc w:val="center"/>
              <w:textAlignment w:val="baseline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Disco </w:t>
            </w:r>
            <w:r w:rsidRPr="008F3353">
              <w:rPr>
                <w:rFonts w:ascii="Calibri" w:hAnsi="Calibri"/>
                <w:bCs/>
                <w:sz w:val="22"/>
                <w:szCs w:val="22"/>
              </w:rPr>
              <w:t>solo x HFC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91D" w:rsidRPr="00E81814" w:rsidRDefault="0040191D" w:rsidP="00271408">
            <w:pPr>
              <w:jc w:val="center"/>
              <w:textAlignment w:val="baseline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:rsidR="0040191D" w:rsidRPr="00E81814" w:rsidRDefault="0040191D" w:rsidP="00271408">
            <w:pPr>
              <w:jc w:val="center"/>
              <w:textAlignment w:val="baseline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E81814">
              <w:rPr>
                <w:rFonts w:ascii="Calibri" w:hAnsi="Calibri"/>
                <w:b/>
                <w:bCs/>
                <w:sz w:val="22"/>
                <w:szCs w:val="22"/>
              </w:rPr>
              <w:t>Lungo</w:t>
            </w:r>
          </w:p>
          <w:p w:rsidR="0040191D" w:rsidRPr="00E81814" w:rsidRDefault="0040191D" w:rsidP="00271408">
            <w:pPr>
              <w:jc w:val="center"/>
              <w:textAlignment w:val="baseline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  <w:tr w:rsidR="0040191D" w:rsidRPr="00E81814" w:rsidTr="0040191D">
        <w:trPr>
          <w:trHeight w:val="326"/>
          <w:jc w:val="center"/>
        </w:trPr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91D" w:rsidRPr="00E81814" w:rsidRDefault="0040191D" w:rsidP="00271408">
            <w:pPr>
              <w:jc w:val="center"/>
              <w:textAlignment w:val="baseline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91D" w:rsidRPr="00E81814" w:rsidRDefault="0040191D" w:rsidP="00271408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191D" w:rsidRPr="00E81814" w:rsidRDefault="0040191D" w:rsidP="00271408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1D" w:rsidRPr="00E81814" w:rsidRDefault="0040191D" w:rsidP="00271408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1D" w:rsidRPr="00E81814" w:rsidRDefault="0040191D" w:rsidP="00271408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91D" w:rsidRPr="00E81814" w:rsidRDefault="0040191D" w:rsidP="00271408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191D" w:rsidRPr="0040191D" w:rsidRDefault="0040191D" w:rsidP="00271408">
            <w:pPr>
              <w:textAlignment w:val="baseline"/>
              <w:rPr>
                <w:rFonts w:ascii="Calibri" w:hAnsi="Calibri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1D" w:rsidRPr="00E81814" w:rsidRDefault="0040191D" w:rsidP="00271408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1D" w:rsidRPr="00E81814" w:rsidRDefault="0040191D" w:rsidP="00271408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1D" w:rsidRPr="00E81814" w:rsidRDefault="0040191D" w:rsidP="00271408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91D" w:rsidRPr="00E81814" w:rsidRDefault="0040191D" w:rsidP="00271408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40191D" w:rsidRPr="00E81814" w:rsidTr="0040191D">
        <w:trPr>
          <w:trHeight w:val="326"/>
          <w:jc w:val="center"/>
        </w:trPr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91D" w:rsidRPr="00E81814" w:rsidRDefault="0040191D" w:rsidP="00271408">
            <w:pPr>
              <w:jc w:val="center"/>
              <w:textAlignment w:val="baseline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91D" w:rsidRPr="00E81814" w:rsidRDefault="0040191D" w:rsidP="00271408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191D" w:rsidRPr="00E81814" w:rsidRDefault="0040191D" w:rsidP="00271408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1D" w:rsidRPr="00E81814" w:rsidRDefault="0040191D" w:rsidP="00271408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1D" w:rsidRPr="00E81814" w:rsidRDefault="0040191D" w:rsidP="00271408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91D" w:rsidRPr="00E81814" w:rsidRDefault="0040191D" w:rsidP="00271408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191D" w:rsidRPr="0040191D" w:rsidRDefault="0040191D" w:rsidP="00271408">
            <w:pPr>
              <w:textAlignment w:val="baseline"/>
              <w:rPr>
                <w:rFonts w:ascii="Calibri" w:hAnsi="Calibri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1D" w:rsidRPr="00E81814" w:rsidRDefault="0040191D" w:rsidP="00271408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1D" w:rsidRPr="00E81814" w:rsidRDefault="0040191D" w:rsidP="00271408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1D" w:rsidRPr="00E81814" w:rsidRDefault="0040191D" w:rsidP="00271408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91D" w:rsidRPr="00E81814" w:rsidRDefault="0040191D" w:rsidP="00271408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40191D" w:rsidRPr="00E81814" w:rsidTr="0040191D">
        <w:trPr>
          <w:trHeight w:val="326"/>
          <w:jc w:val="center"/>
        </w:trPr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91D" w:rsidRPr="00E81814" w:rsidRDefault="0040191D" w:rsidP="00271408">
            <w:pPr>
              <w:jc w:val="center"/>
              <w:textAlignment w:val="baseline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91D" w:rsidRPr="00E81814" w:rsidRDefault="0040191D" w:rsidP="00271408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  <w:r w:rsidRPr="00E81814">
              <w:rPr>
                <w:rFonts w:ascii="Calibri" w:hAnsi="Calibri"/>
                <w:b/>
                <w:sz w:val="22"/>
                <w:szCs w:val="22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191D" w:rsidRPr="00E81814" w:rsidRDefault="0040191D" w:rsidP="00271408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1D" w:rsidRPr="00E81814" w:rsidRDefault="0040191D" w:rsidP="00271408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1D" w:rsidRPr="00E81814" w:rsidRDefault="0040191D" w:rsidP="00271408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91D" w:rsidRPr="00E81814" w:rsidRDefault="0040191D" w:rsidP="00271408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  <w:r w:rsidRPr="00E81814">
              <w:rPr>
                <w:rFonts w:ascii="Calibri" w:hAnsi="Calibri"/>
                <w:b/>
                <w:sz w:val="22"/>
                <w:szCs w:val="22"/>
              </w:rPr>
              <w:t> 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191D" w:rsidRPr="00E81814" w:rsidRDefault="0040191D" w:rsidP="00271408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1D" w:rsidRPr="00E81814" w:rsidRDefault="0040191D" w:rsidP="00271408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1D" w:rsidRPr="00E81814" w:rsidRDefault="0040191D" w:rsidP="00271408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1D" w:rsidRPr="00E81814" w:rsidRDefault="0040191D" w:rsidP="00271408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91D" w:rsidRPr="00E81814" w:rsidRDefault="0040191D" w:rsidP="00271408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  <w:r w:rsidRPr="00E81814">
              <w:rPr>
                <w:rFonts w:ascii="Calibri" w:hAnsi="Calibri"/>
                <w:b/>
                <w:sz w:val="22"/>
                <w:szCs w:val="22"/>
              </w:rPr>
              <w:t> </w:t>
            </w:r>
          </w:p>
        </w:tc>
      </w:tr>
      <w:tr w:rsidR="0040191D" w:rsidRPr="00E81814" w:rsidTr="0040191D">
        <w:trPr>
          <w:trHeight w:val="326"/>
          <w:jc w:val="center"/>
        </w:trPr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91D" w:rsidRPr="00E81814" w:rsidRDefault="0040191D" w:rsidP="00271408">
            <w:pPr>
              <w:jc w:val="center"/>
              <w:textAlignment w:val="baseline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91D" w:rsidRPr="00E81814" w:rsidRDefault="0040191D" w:rsidP="00271408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  <w:r w:rsidRPr="00E81814">
              <w:rPr>
                <w:rFonts w:ascii="Calibri" w:hAnsi="Calibri"/>
                <w:b/>
                <w:sz w:val="22"/>
                <w:szCs w:val="22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191D" w:rsidRPr="00E81814" w:rsidRDefault="0040191D" w:rsidP="00271408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1D" w:rsidRPr="00E81814" w:rsidRDefault="0040191D" w:rsidP="00271408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1D" w:rsidRPr="00E81814" w:rsidRDefault="0040191D" w:rsidP="00271408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91D" w:rsidRPr="00E81814" w:rsidRDefault="0040191D" w:rsidP="00271408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  <w:r w:rsidRPr="00E81814">
              <w:rPr>
                <w:rFonts w:ascii="Calibri" w:hAnsi="Calibri"/>
                <w:b/>
                <w:sz w:val="22"/>
                <w:szCs w:val="22"/>
              </w:rPr>
              <w:t> 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191D" w:rsidRPr="00E81814" w:rsidRDefault="0040191D" w:rsidP="00271408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1D" w:rsidRPr="00E81814" w:rsidRDefault="0040191D" w:rsidP="00271408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1D" w:rsidRPr="00E81814" w:rsidRDefault="0040191D" w:rsidP="00271408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1D" w:rsidRPr="00E81814" w:rsidRDefault="0040191D" w:rsidP="00271408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91D" w:rsidRPr="00E81814" w:rsidRDefault="0040191D" w:rsidP="00271408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  <w:r w:rsidRPr="00E81814">
              <w:rPr>
                <w:rFonts w:ascii="Calibri" w:hAnsi="Calibri"/>
                <w:b/>
                <w:sz w:val="22"/>
                <w:szCs w:val="22"/>
              </w:rPr>
              <w:t> </w:t>
            </w:r>
          </w:p>
        </w:tc>
      </w:tr>
      <w:tr w:rsidR="0040191D" w:rsidRPr="00E81814" w:rsidTr="0040191D">
        <w:trPr>
          <w:trHeight w:val="326"/>
          <w:jc w:val="center"/>
        </w:trPr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91D" w:rsidRPr="00E81814" w:rsidRDefault="0040191D" w:rsidP="00271408">
            <w:pPr>
              <w:jc w:val="center"/>
              <w:textAlignment w:val="baseline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91D" w:rsidRPr="00E81814" w:rsidRDefault="0040191D" w:rsidP="00271408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  <w:r w:rsidRPr="00E81814">
              <w:rPr>
                <w:rFonts w:ascii="Calibri" w:hAnsi="Calibri"/>
                <w:b/>
                <w:sz w:val="22"/>
                <w:szCs w:val="22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191D" w:rsidRPr="00E81814" w:rsidRDefault="0040191D" w:rsidP="00271408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1D" w:rsidRPr="00E81814" w:rsidRDefault="0040191D" w:rsidP="00271408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1D" w:rsidRPr="00E81814" w:rsidRDefault="0040191D" w:rsidP="00271408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91D" w:rsidRPr="00E81814" w:rsidRDefault="0040191D" w:rsidP="00271408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  <w:r w:rsidRPr="00E81814">
              <w:rPr>
                <w:rFonts w:ascii="Calibri" w:hAnsi="Calibri"/>
                <w:b/>
                <w:sz w:val="22"/>
                <w:szCs w:val="22"/>
              </w:rPr>
              <w:t> 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191D" w:rsidRPr="00E81814" w:rsidRDefault="0040191D" w:rsidP="00271408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1D" w:rsidRPr="00E81814" w:rsidRDefault="0040191D" w:rsidP="00271408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1D" w:rsidRPr="00E81814" w:rsidRDefault="0040191D" w:rsidP="00271408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1D" w:rsidRPr="00E81814" w:rsidRDefault="0040191D" w:rsidP="00271408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91D" w:rsidRPr="00E81814" w:rsidRDefault="0040191D" w:rsidP="00271408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  <w:r w:rsidRPr="00E81814">
              <w:rPr>
                <w:rFonts w:ascii="Calibri" w:hAnsi="Calibri"/>
                <w:b/>
                <w:sz w:val="22"/>
                <w:szCs w:val="22"/>
              </w:rPr>
              <w:t> </w:t>
            </w:r>
          </w:p>
        </w:tc>
      </w:tr>
      <w:tr w:rsidR="0040191D" w:rsidRPr="00E81814" w:rsidTr="0040191D">
        <w:trPr>
          <w:trHeight w:val="345"/>
          <w:jc w:val="center"/>
        </w:trPr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91D" w:rsidRPr="00E81814" w:rsidRDefault="0040191D" w:rsidP="00271408">
            <w:pPr>
              <w:jc w:val="center"/>
              <w:textAlignment w:val="baseline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91D" w:rsidRPr="00E81814" w:rsidRDefault="0040191D" w:rsidP="00271408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  <w:r w:rsidRPr="00E81814">
              <w:rPr>
                <w:rFonts w:ascii="Calibri" w:hAnsi="Calibri"/>
                <w:b/>
                <w:sz w:val="22"/>
                <w:szCs w:val="22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191D" w:rsidRPr="00E81814" w:rsidRDefault="0040191D" w:rsidP="00271408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1D" w:rsidRPr="00E81814" w:rsidRDefault="0040191D" w:rsidP="00271408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1D" w:rsidRPr="00E81814" w:rsidRDefault="0040191D" w:rsidP="00271408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91D" w:rsidRPr="00E81814" w:rsidRDefault="0040191D" w:rsidP="00271408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  <w:r w:rsidRPr="00E81814">
              <w:rPr>
                <w:rFonts w:ascii="Calibri" w:hAnsi="Calibri"/>
                <w:b/>
                <w:sz w:val="22"/>
                <w:szCs w:val="22"/>
              </w:rPr>
              <w:t> 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191D" w:rsidRPr="00E81814" w:rsidRDefault="0040191D" w:rsidP="00271408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1D" w:rsidRPr="00E81814" w:rsidRDefault="0040191D" w:rsidP="00271408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1D" w:rsidRPr="00E81814" w:rsidRDefault="0040191D" w:rsidP="00271408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1D" w:rsidRPr="00E81814" w:rsidRDefault="0040191D" w:rsidP="00271408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91D" w:rsidRPr="00E81814" w:rsidRDefault="0040191D" w:rsidP="00271408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  <w:r w:rsidRPr="00E81814">
              <w:rPr>
                <w:rFonts w:ascii="Calibri" w:hAnsi="Calibri"/>
                <w:b/>
                <w:sz w:val="22"/>
                <w:szCs w:val="22"/>
              </w:rPr>
              <w:t> </w:t>
            </w:r>
          </w:p>
        </w:tc>
      </w:tr>
    </w:tbl>
    <w:p w:rsidR="008F3353" w:rsidRDefault="008F3353" w:rsidP="00E81814">
      <w:pPr>
        <w:textAlignment w:val="baseline"/>
        <w:rPr>
          <w:rFonts w:ascii="Calibri" w:hAnsi="Calibri"/>
          <w:b/>
          <w:sz w:val="22"/>
          <w:szCs w:val="22"/>
        </w:rPr>
      </w:pPr>
    </w:p>
    <w:p w:rsidR="008F3353" w:rsidRDefault="008F3353" w:rsidP="00E81814">
      <w:pPr>
        <w:textAlignment w:val="baseline"/>
        <w:rPr>
          <w:rFonts w:ascii="Calibri" w:hAnsi="Calibri"/>
          <w:b/>
          <w:sz w:val="22"/>
          <w:szCs w:val="22"/>
        </w:rPr>
      </w:pPr>
    </w:p>
    <w:p w:rsidR="00E81814" w:rsidRPr="00E81814" w:rsidRDefault="00E81814" w:rsidP="00E81814">
      <w:pPr>
        <w:textAlignment w:val="baseline"/>
        <w:rPr>
          <w:rFonts w:ascii="Calibri" w:hAnsi="Calibri"/>
          <w:b/>
          <w:sz w:val="22"/>
          <w:szCs w:val="22"/>
        </w:rPr>
      </w:pPr>
      <w:r w:rsidRPr="00E81814">
        <w:rPr>
          <w:rFonts w:ascii="Calibri" w:hAnsi="Calibri"/>
          <w:b/>
          <w:sz w:val="22"/>
          <w:szCs w:val="22"/>
        </w:rPr>
        <w:t>Contrassegnare con una X le gare alle quali iscrivere gli alunni. E’ possibile iscrivere solo una gara per alunno più la staffetta.</w:t>
      </w:r>
    </w:p>
    <w:p w:rsidR="00E81814" w:rsidRPr="00E81814" w:rsidRDefault="00E81814" w:rsidP="00E81814">
      <w:pPr>
        <w:textAlignment w:val="baseline"/>
        <w:rPr>
          <w:rFonts w:ascii="Calibri" w:hAnsi="Calibri"/>
          <w:b/>
          <w:sz w:val="22"/>
          <w:szCs w:val="22"/>
        </w:rPr>
      </w:pPr>
    </w:p>
    <w:p w:rsidR="00E81814" w:rsidRPr="00E81814" w:rsidRDefault="00E81814" w:rsidP="00E81814">
      <w:pPr>
        <w:textAlignment w:val="baseline"/>
        <w:rPr>
          <w:rFonts w:ascii="Calibri" w:hAnsi="Calibri"/>
          <w:b/>
          <w:sz w:val="22"/>
          <w:szCs w:val="22"/>
        </w:rPr>
      </w:pPr>
      <w:r w:rsidRPr="00E81814">
        <w:rPr>
          <w:rFonts w:ascii="Calibri" w:hAnsi="Calibri"/>
          <w:b/>
          <w:i/>
          <w:sz w:val="22"/>
          <w:szCs w:val="22"/>
        </w:rPr>
        <w:t>Staffetta 4 x 100 mt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07"/>
        <w:gridCol w:w="2964"/>
        <w:gridCol w:w="2375"/>
        <w:gridCol w:w="2375"/>
      </w:tblGrid>
      <w:tr w:rsidR="00E81814" w:rsidRPr="00E81814" w:rsidTr="00365D78">
        <w:trPr>
          <w:trHeight w:val="326"/>
        </w:trPr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814" w:rsidRPr="00E81814" w:rsidRDefault="00E81814" w:rsidP="00E81814">
            <w:pPr>
              <w:jc w:val="center"/>
              <w:textAlignment w:val="baseline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E81814">
              <w:rPr>
                <w:rFonts w:ascii="Calibri" w:hAnsi="Calibri"/>
                <w:b/>
                <w:bCs/>
                <w:sz w:val="22"/>
                <w:szCs w:val="22"/>
              </w:rPr>
              <w:t>Cognome e Nome</w:t>
            </w:r>
          </w:p>
        </w:tc>
        <w:tc>
          <w:tcPr>
            <w:tcW w:w="1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814" w:rsidRPr="00E81814" w:rsidRDefault="00E81814" w:rsidP="00E81814">
            <w:pPr>
              <w:jc w:val="center"/>
              <w:textAlignment w:val="baseline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E81814">
              <w:rPr>
                <w:rFonts w:ascii="Calibri" w:hAnsi="Calibri"/>
                <w:b/>
                <w:bCs/>
                <w:sz w:val="22"/>
                <w:szCs w:val="22"/>
              </w:rPr>
              <w:t>Data di nascita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1814" w:rsidRPr="00E81814" w:rsidRDefault="00E81814" w:rsidP="00E81814">
            <w:pPr>
              <w:jc w:val="center"/>
              <w:textAlignment w:val="baseline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E81814">
              <w:rPr>
                <w:rFonts w:ascii="Calibri" w:hAnsi="Calibri"/>
                <w:b/>
                <w:bCs/>
                <w:sz w:val="22"/>
                <w:szCs w:val="22"/>
              </w:rPr>
              <w:t>Sesso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814" w:rsidRPr="00E81814" w:rsidRDefault="00E81814" w:rsidP="00E81814">
            <w:pPr>
              <w:jc w:val="center"/>
              <w:textAlignment w:val="baseline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E81814">
              <w:rPr>
                <w:rFonts w:ascii="Calibri" w:hAnsi="Calibri"/>
                <w:b/>
                <w:bCs/>
                <w:sz w:val="22"/>
                <w:szCs w:val="22"/>
              </w:rPr>
              <w:t>Categoria di disabilità*</w:t>
            </w:r>
          </w:p>
        </w:tc>
      </w:tr>
      <w:tr w:rsidR="00E81814" w:rsidRPr="00E81814" w:rsidTr="00365D78">
        <w:trPr>
          <w:trHeight w:val="326"/>
        </w:trPr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814" w:rsidRPr="00E81814" w:rsidRDefault="00E81814" w:rsidP="00E81814">
            <w:pPr>
              <w:jc w:val="center"/>
              <w:textAlignment w:val="baseline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1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814" w:rsidRPr="00E81814" w:rsidRDefault="00E81814" w:rsidP="00E81814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814" w:rsidRPr="00E81814" w:rsidRDefault="00E81814" w:rsidP="00E81814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4" w:rsidRPr="00E81814" w:rsidRDefault="00E81814" w:rsidP="00E81814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E81814" w:rsidRPr="00E81814" w:rsidTr="00365D78">
        <w:trPr>
          <w:trHeight w:val="326"/>
        </w:trPr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814" w:rsidRPr="00E81814" w:rsidRDefault="00E81814" w:rsidP="00E81814">
            <w:pPr>
              <w:jc w:val="center"/>
              <w:textAlignment w:val="baseline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1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814" w:rsidRPr="00E81814" w:rsidRDefault="00E81814" w:rsidP="00E81814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814" w:rsidRPr="00E81814" w:rsidRDefault="00E81814" w:rsidP="00E81814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4" w:rsidRPr="00E81814" w:rsidRDefault="00E81814" w:rsidP="00E81814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E81814" w:rsidRPr="00E81814" w:rsidTr="00365D78">
        <w:trPr>
          <w:trHeight w:val="326"/>
        </w:trPr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814" w:rsidRPr="00E81814" w:rsidRDefault="00E81814" w:rsidP="00E81814">
            <w:pPr>
              <w:jc w:val="center"/>
              <w:textAlignment w:val="baseline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1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814" w:rsidRPr="00E81814" w:rsidRDefault="00E81814" w:rsidP="00E81814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  <w:r w:rsidRPr="00E81814">
              <w:rPr>
                <w:rFonts w:ascii="Calibri" w:hAnsi="Calibri"/>
                <w:b/>
                <w:sz w:val="22"/>
                <w:szCs w:val="22"/>
              </w:rPr>
              <w:t> 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814" w:rsidRPr="00E81814" w:rsidRDefault="00E81814" w:rsidP="00E81814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4" w:rsidRPr="00E81814" w:rsidRDefault="00E81814" w:rsidP="00E81814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E81814" w:rsidRPr="00E81814" w:rsidTr="00365D78">
        <w:trPr>
          <w:trHeight w:val="326"/>
        </w:trPr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814" w:rsidRPr="00E81814" w:rsidRDefault="00E81814" w:rsidP="00E81814">
            <w:pPr>
              <w:jc w:val="center"/>
              <w:textAlignment w:val="baseline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1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814" w:rsidRPr="00E81814" w:rsidRDefault="00E81814" w:rsidP="00E81814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  <w:r w:rsidRPr="00E81814">
              <w:rPr>
                <w:rFonts w:ascii="Calibri" w:hAnsi="Calibri"/>
                <w:b/>
                <w:sz w:val="22"/>
                <w:szCs w:val="22"/>
              </w:rPr>
              <w:t> 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814" w:rsidRPr="00E81814" w:rsidRDefault="00E81814" w:rsidP="00E81814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4" w:rsidRPr="00E81814" w:rsidRDefault="00E81814" w:rsidP="00E81814">
            <w:pPr>
              <w:textAlignment w:val="baseline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</w:tbl>
    <w:p w:rsidR="00E81814" w:rsidRPr="00E81814" w:rsidRDefault="00E81814" w:rsidP="00E81814">
      <w:pPr>
        <w:widowControl w:val="0"/>
        <w:textAlignment w:val="baseline"/>
        <w:rPr>
          <w:rFonts w:ascii="Calibri" w:hAnsi="Calibri"/>
          <w:sz w:val="22"/>
          <w:szCs w:val="22"/>
        </w:rPr>
      </w:pPr>
    </w:p>
    <w:p w:rsidR="00E81814" w:rsidRPr="00E81814" w:rsidRDefault="00E81814" w:rsidP="00E81814">
      <w:pPr>
        <w:textAlignment w:val="baseline"/>
        <w:rPr>
          <w:rFonts w:ascii="Calibri" w:hAnsi="Calibri"/>
          <w:b/>
          <w:sz w:val="22"/>
          <w:szCs w:val="22"/>
        </w:rPr>
      </w:pPr>
      <w:r w:rsidRPr="00E81814">
        <w:rPr>
          <w:rFonts w:ascii="Calibri" w:hAnsi="Calibri"/>
          <w:b/>
          <w:sz w:val="22"/>
          <w:szCs w:val="22"/>
        </w:rPr>
        <w:t>* La categoria va inserita solo per gli alunni disabili</w:t>
      </w:r>
    </w:p>
    <w:p w:rsidR="00E81814" w:rsidRPr="00E81814" w:rsidRDefault="00E81814" w:rsidP="00E81814">
      <w:pPr>
        <w:textAlignment w:val="baseline"/>
        <w:rPr>
          <w:rFonts w:ascii="Calibri" w:hAnsi="Calibri"/>
          <w:bCs/>
          <w:sz w:val="18"/>
          <w:szCs w:val="18"/>
        </w:rPr>
      </w:pPr>
      <w:r w:rsidRPr="00E81814">
        <w:rPr>
          <w:rFonts w:ascii="Calibri" w:hAnsi="Calibri"/>
          <w:bCs/>
          <w:sz w:val="18"/>
          <w:szCs w:val="18"/>
        </w:rPr>
        <w:t xml:space="preserve">Si dichiara che tutti gli alunni in elenco nella presente pagina sono iscritti e frequentanti, e sono stati sottoposti al controllo </w:t>
      </w:r>
    </w:p>
    <w:p w:rsidR="00E81814" w:rsidRPr="00E81814" w:rsidRDefault="00E81814" w:rsidP="00E81814">
      <w:pPr>
        <w:textAlignment w:val="baseline"/>
        <w:rPr>
          <w:rFonts w:ascii="Calibri" w:hAnsi="Calibri"/>
          <w:bCs/>
          <w:sz w:val="18"/>
          <w:szCs w:val="18"/>
        </w:rPr>
      </w:pPr>
      <w:r w:rsidRPr="00E81814">
        <w:rPr>
          <w:rFonts w:ascii="Calibri" w:hAnsi="Calibri"/>
          <w:bCs/>
          <w:sz w:val="18"/>
          <w:szCs w:val="18"/>
        </w:rPr>
        <w:t xml:space="preserve">sanitario per la </w:t>
      </w:r>
      <w:r w:rsidRPr="00E81814">
        <w:rPr>
          <w:rFonts w:ascii="Calibri" w:hAnsi="Calibri"/>
          <w:sz w:val="18"/>
          <w:szCs w:val="18"/>
        </w:rPr>
        <w:t xml:space="preserve">pratica di attività sportive NON agonistiche secondo la normativa vigente.             </w:t>
      </w:r>
    </w:p>
    <w:p w:rsidR="00E81814" w:rsidRPr="00E81814" w:rsidRDefault="00E81814" w:rsidP="00E81814">
      <w:pPr>
        <w:overflowPunct/>
        <w:rPr>
          <w:rFonts w:ascii="Calibri" w:hAnsi="Calibri"/>
          <w:sz w:val="18"/>
          <w:szCs w:val="18"/>
        </w:rPr>
      </w:pPr>
      <w:r w:rsidRPr="00E81814">
        <w:rPr>
          <w:rFonts w:ascii="Calibri" w:hAnsi="Calibri"/>
          <w:i/>
          <w:sz w:val="16"/>
          <w:szCs w:val="16"/>
        </w:rPr>
        <w:tab/>
      </w:r>
      <w:r w:rsidRPr="00E81814">
        <w:rPr>
          <w:rFonts w:ascii="Calibri" w:hAnsi="Calibri"/>
          <w:i/>
          <w:sz w:val="16"/>
          <w:szCs w:val="16"/>
        </w:rPr>
        <w:tab/>
        <w:t xml:space="preserve">                                                        </w:t>
      </w:r>
      <w:r w:rsidRPr="00E81814">
        <w:rPr>
          <w:rFonts w:ascii="Calibri" w:hAnsi="Calibri"/>
          <w:i/>
          <w:sz w:val="16"/>
          <w:szCs w:val="16"/>
        </w:rPr>
        <w:tab/>
      </w:r>
    </w:p>
    <w:p w:rsidR="00492B44" w:rsidRPr="007B3D01" w:rsidRDefault="00492B44" w:rsidP="007B3D01">
      <w:pPr>
        <w:overflowPunct/>
        <w:autoSpaceDE/>
        <w:autoSpaceDN/>
        <w:adjustRightInd/>
        <w:ind w:firstLine="348"/>
        <w:jc w:val="both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ab/>
      </w:r>
      <w:r>
        <w:rPr>
          <w:rFonts w:asciiTheme="minorHAnsi" w:hAnsiTheme="minorHAnsi"/>
          <w:b/>
          <w:bCs/>
          <w:sz w:val="22"/>
          <w:szCs w:val="22"/>
        </w:rPr>
        <w:tab/>
      </w:r>
      <w:r>
        <w:rPr>
          <w:rFonts w:asciiTheme="minorHAnsi" w:hAnsiTheme="minorHAnsi"/>
          <w:b/>
          <w:bCs/>
          <w:sz w:val="22"/>
          <w:szCs w:val="22"/>
        </w:rPr>
        <w:tab/>
      </w:r>
      <w:r>
        <w:rPr>
          <w:rFonts w:asciiTheme="minorHAnsi" w:hAnsiTheme="minorHAnsi"/>
          <w:b/>
          <w:bCs/>
          <w:sz w:val="22"/>
          <w:szCs w:val="22"/>
        </w:rPr>
        <w:tab/>
      </w:r>
      <w:r>
        <w:rPr>
          <w:rFonts w:asciiTheme="minorHAnsi" w:hAnsiTheme="minorHAnsi"/>
          <w:b/>
          <w:bCs/>
          <w:sz w:val="22"/>
          <w:szCs w:val="22"/>
        </w:rPr>
        <w:tab/>
      </w:r>
      <w:r>
        <w:rPr>
          <w:rFonts w:asciiTheme="minorHAnsi" w:hAnsiTheme="minorHAnsi"/>
          <w:b/>
          <w:bCs/>
          <w:sz w:val="22"/>
          <w:szCs w:val="22"/>
        </w:rPr>
        <w:tab/>
      </w:r>
      <w:r>
        <w:rPr>
          <w:rFonts w:asciiTheme="minorHAnsi" w:hAnsiTheme="minorHAnsi"/>
          <w:b/>
          <w:bCs/>
          <w:sz w:val="22"/>
          <w:szCs w:val="22"/>
        </w:rPr>
        <w:tab/>
      </w:r>
      <w:r>
        <w:rPr>
          <w:rFonts w:asciiTheme="minorHAnsi" w:hAnsiTheme="minorHAnsi"/>
          <w:b/>
          <w:bCs/>
          <w:sz w:val="22"/>
          <w:szCs w:val="22"/>
        </w:rPr>
        <w:tab/>
      </w:r>
      <w:r>
        <w:rPr>
          <w:rFonts w:asciiTheme="minorHAnsi" w:hAnsiTheme="minorHAnsi"/>
          <w:b/>
          <w:bCs/>
          <w:sz w:val="22"/>
          <w:szCs w:val="22"/>
        </w:rPr>
        <w:tab/>
        <w:t>Il Dirigente Scolastico</w:t>
      </w:r>
    </w:p>
    <w:sectPr w:rsidR="00492B44" w:rsidRPr="007B3D01" w:rsidSect="0040191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/>
      <w:pgMar w:top="1418" w:right="850" w:bottom="851" w:left="1276" w:header="0" w:footer="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0ED" w:rsidRDefault="009E10ED">
      <w:r>
        <w:separator/>
      </w:r>
    </w:p>
  </w:endnote>
  <w:endnote w:type="continuationSeparator" w:id="0">
    <w:p w:rsidR="009E10ED" w:rsidRDefault="009E1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5F6" w:rsidRDefault="007935F6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D19" w:rsidRPr="00B043B4" w:rsidRDefault="00DD7E7C" w:rsidP="00D925A3">
    <w:pPr>
      <w:pStyle w:val="Pidipagina"/>
      <w:jc w:val="center"/>
      <w:rPr>
        <w:rFonts w:ascii="Garamond" w:hAnsi="Garamond" w:cs="Arial"/>
        <w:sz w:val="16"/>
        <w:szCs w:val="16"/>
      </w:rPr>
    </w:pPr>
    <w:bookmarkStart w:id="0" w:name="_GoBack"/>
    <w:r w:rsidRPr="00DD7E7C">
      <w:rPr>
        <w:rFonts w:asciiTheme="minorHAnsi" w:hAnsiTheme="minorHAnsi"/>
        <w:sz w:val="16"/>
        <w:szCs w:val="16"/>
      </w:rPr>
      <w:t xml:space="preserve">201904161259_Modello_Disabili_Regionale atletica pista 2° </w:t>
    </w:r>
    <w:proofErr w:type="spellStart"/>
    <w:r w:rsidRPr="00DD7E7C">
      <w:rPr>
        <w:rFonts w:asciiTheme="minorHAnsi" w:hAnsiTheme="minorHAnsi"/>
        <w:sz w:val="16"/>
        <w:szCs w:val="16"/>
      </w:rPr>
      <w:t>grado_Ancona</w:t>
    </w:r>
    <w:proofErr w:type="spellEnd"/>
    <w:r w:rsidRPr="00DD7E7C">
      <w:rPr>
        <w:rFonts w:asciiTheme="minorHAnsi" w:hAnsiTheme="minorHAnsi"/>
        <w:sz w:val="16"/>
        <w:szCs w:val="16"/>
      </w:rPr>
      <w:t xml:space="preserve"> 29 maggio 2019</w:t>
    </w:r>
    <w:bookmarkEnd w:id="0"/>
  </w:p>
  <w:p w:rsidR="00533D19" w:rsidRPr="00F5225F" w:rsidRDefault="00533D19" w:rsidP="001446D9">
    <w:pPr>
      <w:pStyle w:val="Pidipagina"/>
      <w:jc w:val="center"/>
      <w:rPr>
        <w:rFonts w:asciiTheme="minorHAnsi" w:hAnsiTheme="minorHAnsi" w:cs="Arial"/>
        <w:sz w:val="16"/>
        <w:szCs w:val="16"/>
      </w:rPr>
    </w:pPr>
    <w:r w:rsidRPr="00F5225F">
      <w:rPr>
        <w:rFonts w:asciiTheme="minorHAnsi" w:hAnsiTheme="minorHAnsi" w:cs="Arial"/>
        <w:sz w:val="16"/>
        <w:szCs w:val="16"/>
      </w:rPr>
      <w:t xml:space="preserve">Via XXV Aprile, 19  - </w:t>
    </w:r>
    <w:r w:rsidRPr="00F5225F">
      <w:rPr>
        <w:rFonts w:asciiTheme="minorHAnsi" w:hAnsiTheme="minorHAnsi" w:cs="Arial"/>
        <w:smallCaps/>
        <w:sz w:val="16"/>
        <w:szCs w:val="16"/>
      </w:rPr>
      <w:t>Ancona</w:t>
    </w:r>
    <w:r w:rsidRPr="00F5225F">
      <w:rPr>
        <w:rFonts w:asciiTheme="minorHAnsi" w:hAnsiTheme="minorHAnsi" w:cs="Arial"/>
        <w:sz w:val="16"/>
        <w:szCs w:val="16"/>
      </w:rPr>
      <w:t xml:space="preserve"> - tel. 071 22 951 –  indirizzo posta elettronica certificata </w:t>
    </w:r>
    <w:hyperlink r:id="rId1" w:history="1">
      <w:r w:rsidRPr="00F5225F">
        <w:rPr>
          <w:rStyle w:val="Collegamentoipertestuale"/>
          <w:rFonts w:asciiTheme="minorHAnsi" w:hAnsiTheme="minorHAnsi" w:cs="Arial"/>
          <w:sz w:val="16"/>
          <w:szCs w:val="16"/>
        </w:rPr>
        <w:t>drma@postacert.istruzione.it</w:t>
      </w:r>
    </w:hyperlink>
  </w:p>
  <w:p w:rsidR="00533D19" w:rsidRPr="00F5225F" w:rsidRDefault="00533D19" w:rsidP="001446D9">
    <w:pPr>
      <w:pStyle w:val="Pidipagina"/>
      <w:jc w:val="center"/>
      <w:rPr>
        <w:rFonts w:asciiTheme="minorHAnsi" w:hAnsiTheme="minorHAnsi" w:cs="Arial"/>
        <w:sz w:val="16"/>
        <w:szCs w:val="16"/>
      </w:rPr>
    </w:pPr>
    <w:r w:rsidRPr="00F5225F">
      <w:rPr>
        <w:rFonts w:asciiTheme="minorHAnsi" w:hAnsiTheme="minorHAnsi" w:cs="Arial"/>
        <w:sz w:val="16"/>
        <w:szCs w:val="16"/>
      </w:rPr>
      <w:t xml:space="preserve">indirizzo posta elettronica ordinaria </w:t>
    </w:r>
    <w:hyperlink r:id="rId2" w:history="1">
      <w:r w:rsidRPr="00F5225F">
        <w:rPr>
          <w:rStyle w:val="Collegamentoipertestuale"/>
          <w:rFonts w:asciiTheme="minorHAnsi" w:hAnsiTheme="minorHAnsi" w:cs="Arial"/>
          <w:sz w:val="16"/>
          <w:szCs w:val="16"/>
        </w:rPr>
        <w:t>direzione-marche@istruzione.it</w:t>
      </w:r>
    </w:hyperlink>
    <w:r w:rsidRPr="00F5225F">
      <w:rPr>
        <w:rFonts w:asciiTheme="minorHAnsi" w:hAnsiTheme="minorHAnsi" w:cs="Arial"/>
        <w:sz w:val="16"/>
        <w:szCs w:val="16"/>
      </w:rPr>
      <w:t xml:space="preserve"> – sito WEB </w:t>
    </w:r>
    <w:hyperlink r:id="rId3" w:history="1">
      <w:r w:rsidRPr="00F5225F">
        <w:rPr>
          <w:rStyle w:val="Collegamentoipertestuale"/>
          <w:rFonts w:asciiTheme="minorHAnsi" w:hAnsiTheme="minorHAnsi" w:cs="Arial"/>
          <w:sz w:val="16"/>
          <w:szCs w:val="16"/>
        </w:rPr>
        <w:t>http://www.marche.istruzione.it</w:t>
      </w:r>
    </w:hyperlink>
  </w:p>
  <w:p w:rsidR="00533D19" w:rsidRPr="00136AAF" w:rsidRDefault="00533D19" w:rsidP="00136AAF">
    <w:pPr>
      <w:pStyle w:val="Pidipagina"/>
      <w:rPr>
        <w:szCs w:val="15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5F6" w:rsidRDefault="007935F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0ED" w:rsidRDefault="009E10ED">
      <w:r>
        <w:separator/>
      </w:r>
    </w:p>
  </w:footnote>
  <w:footnote w:type="continuationSeparator" w:id="0">
    <w:p w:rsidR="009E10ED" w:rsidRDefault="009E10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5F6" w:rsidRDefault="007935F6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D19" w:rsidRDefault="00533D19" w:rsidP="001328E3">
    <w:pPr>
      <w:pStyle w:val="Intestazione"/>
      <w:spacing w:after="60"/>
      <w:jc w:val="center"/>
      <w:rPr>
        <w:rFonts w:ascii="Palace Script MT" w:hAnsi="Palace Script MT"/>
        <w:w w:val="66"/>
        <w:sz w:val="40"/>
        <w:szCs w:val="40"/>
      </w:rPr>
    </w:pPr>
  </w:p>
  <w:p w:rsidR="00533D19" w:rsidRPr="006E4A3F" w:rsidRDefault="00533D19" w:rsidP="001328E3">
    <w:pPr>
      <w:pStyle w:val="Intestazione"/>
      <w:spacing w:after="60"/>
      <w:jc w:val="center"/>
      <w:rPr>
        <w:rFonts w:ascii="Palace Script MT" w:hAnsi="Palace Script MT"/>
        <w:w w:val="66"/>
        <w:sz w:val="16"/>
        <w:szCs w:val="16"/>
      </w:rPr>
    </w:pPr>
  </w:p>
  <w:p w:rsidR="00533D19" w:rsidRDefault="000654E5" w:rsidP="001328E3">
    <w:pPr>
      <w:pStyle w:val="Intestazione"/>
      <w:spacing w:after="60"/>
      <w:jc w:val="center"/>
      <w:rPr>
        <w:rFonts w:ascii="Palace Script MT" w:hAnsi="Palace Script MT"/>
        <w:sz w:val="48"/>
      </w:rPr>
    </w:pPr>
    <w:r>
      <w:rPr>
        <w:rFonts w:ascii="Palace Script MT" w:hAnsi="Palace Script MT"/>
        <w:noProof/>
        <w:w w:val="66"/>
        <w:sz w:val="40"/>
        <w:szCs w:val="40"/>
      </w:rPr>
      <w:drawing>
        <wp:inline distT="0" distB="0" distL="0" distR="0" wp14:anchorId="496AA0B7" wp14:editId="1AA45AC8">
          <wp:extent cx="434340" cy="434340"/>
          <wp:effectExtent l="0" t="0" r="3810" b="3810"/>
          <wp:docPr id="1" name="Immagine 1" descr="CAXIF9IICASDBAOPCABA7YARCA505WC0CA37PN29CA33BGYSCA3KF7JVCAQVCIBACA3UXELPCAFMK3XTCA6GF4NZCAPC6KXJCAYBKO6FCA0HG9IBCA4GTKJ4CAL6RV8OCALZ6WJJCAS56U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XIF9IICASDBAOPCABA7YARCA505WC0CA37PN29CA33BGYSCA3KF7JVCAQVCIBACA3UXELPCAFMK3XTCA6GF4NZCAPC6KXJCAYBKO6FCA0HG9IBCA4GTKJ4CAL6RV8OCALZ6WJJCAS56U6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" cy="434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33D19" w:rsidRPr="001446D9" w:rsidRDefault="00533D19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Ministero dell’Istruzione, dell’Università e della Ricerca</w:t>
    </w:r>
  </w:p>
  <w:p w:rsidR="00533D19" w:rsidRPr="001446D9" w:rsidRDefault="00533D19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Ufficio Scolastico Regionale per le Marche</w:t>
    </w:r>
  </w:p>
  <w:p w:rsidR="00533D19" w:rsidRPr="00717618" w:rsidRDefault="00533D19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717618">
      <w:rPr>
        <w:rFonts w:ascii="Monotype Corsiva" w:hAnsi="Monotype Corsiva" w:cs="Tahoma"/>
        <w:i/>
        <w:sz w:val="32"/>
        <w:szCs w:val="32"/>
      </w:rPr>
      <w:t>Direzione Generale</w:t>
    </w:r>
  </w:p>
  <w:p w:rsidR="00533D19" w:rsidRDefault="00533D19" w:rsidP="008B4793">
    <w:pPr>
      <w:jc w:val="center"/>
      <w:rPr>
        <w:rFonts w:ascii="Century" w:hAnsi="Century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5F6" w:rsidRDefault="007935F6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4B2670E"/>
    <w:lvl w:ilvl="0">
      <w:numFmt w:val="bullet"/>
      <w:lvlText w:val="*"/>
      <w:lvlJc w:val="left"/>
    </w:lvl>
  </w:abstractNum>
  <w:abstractNum w:abstractNumId="1">
    <w:nsid w:val="003F31D6"/>
    <w:multiLevelType w:val="hybridMultilevel"/>
    <w:tmpl w:val="3014E57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387697"/>
    <w:multiLevelType w:val="hybridMultilevel"/>
    <w:tmpl w:val="E1F8733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8A1317"/>
    <w:multiLevelType w:val="hybridMultilevel"/>
    <w:tmpl w:val="B478D500"/>
    <w:lvl w:ilvl="0" w:tplc="C8D426AA">
      <w:numFmt w:val="bullet"/>
      <w:lvlText w:val="-"/>
      <w:lvlJc w:val="left"/>
      <w:pPr>
        <w:ind w:left="1069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10245B22"/>
    <w:multiLevelType w:val="hybridMultilevel"/>
    <w:tmpl w:val="C690FBE6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1B887103"/>
    <w:multiLevelType w:val="hybridMultilevel"/>
    <w:tmpl w:val="C1A42A7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3BA4C01"/>
    <w:multiLevelType w:val="hybridMultilevel"/>
    <w:tmpl w:val="F9BE769A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318A2BEC"/>
    <w:multiLevelType w:val="hybridMultilevel"/>
    <w:tmpl w:val="1A60295A"/>
    <w:lvl w:ilvl="0" w:tplc="9AE0FEF8">
      <w:start w:val="1"/>
      <w:numFmt w:val="decimal"/>
      <w:lvlText w:val="%1."/>
      <w:lvlJc w:val="left"/>
      <w:pPr>
        <w:ind w:left="1494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>
    <w:nsid w:val="50D074A8"/>
    <w:multiLevelType w:val="hybridMultilevel"/>
    <w:tmpl w:val="5D48F800"/>
    <w:lvl w:ilvl="0" w:tplc="0EF4EBEC">
      <w:numFmt w:val="bullet"/>
      <w:lvlText w:val="-"/>
      <w:lvlJc w:val="left"/>
      <w:pPr>
        <w:ind w:left="1143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9">
    <w:nsid w:val="610014AE"/>
    <w:multiLevelType w:val="hybridMultilevel"/>
    <w:tmpl w:val="3D1E22D2"/>
    <w:lvl w:ilvl="0" w:tplc="CAC459CC">
      <w:numFmt w:val="bullet"/>
      <w:lvlText w:val="-"/>
      <w:lvlJc w:val="left"/>
      <w:pPr>
        <w:ind w:left="1069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7BC87AC2"/>
    <w:multiLevelType w:val="hybridMultilevel"/>
    <w:tmpl w:val="130CFA68"/>
    <w:lvl w:ilvl="0" w:tplc="20FA71F4">
      <w:numFmt w:val="bullet"/>
      <w:lvlText w:val="-"/>
      <w:lvlJc w:val="left"/>
      <w:pPr>
        <w:ind w:left="927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6"/>
  </w:num>
  <w:num w:numId="5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720" w:hanging="360"/>
        </w:pPr>
      </w:lvl>
    </w:lvlOverride>
  </w:num>
  <w:num w:numId="6">
    <w:abstractNumId w:val="10"/>
  </w:num>
  <w:num w:numId="7">
    <w:abstractNumId w:val="8"/>
  </w:num>
  <w:num w:numId="8">
    <w:abstractNumId w:val="9"/>
  </w:num>
  <w:num w:numId="9">
    <w:abstractNumId w:val="3"/>
  </w:num>
  <w:num w:numId="10">
    <w:abstractNumId w:val="7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4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3B4"/>
    <w:rsid w:val="00005F00"/>
    <w:rsid w:val="00046830"/>
    <w:rsid w:val="00046F41"/>
    <w:rsid w:val="000654E5"/>
    <w:rsid w:val="00077991"/>
    <w:rsid w:val="00082FA8"/>
    <w:rsid w:val="000A0FD4"/>
    <w:rsid w:val="000A4635"/>
    <w:rsid w:val="000A6007"/>
    <w:rsid w:val="001169C1"/>
    <w:rsid w:val="0012169E"/>
    <w:rsid w:val="001316FF"/>
    <w:rsid w:val="001328E3"/>
    <w:rsid w:val="00136AAF"/>
    <w:rsid w:val="001371CC"/>
    <w:rsid w:val="00137285"/>
    <w:rsid w:val="001446D9"/>
    <w:rsid w:val="0018618D"/>
    <w:rsid w:val="00192DD3"/>
    <w:rsid w:val="001E69C9"/>
    <w:rsid w:val="001E78C3"/>
    <w:rsid w:val="001F4E08"/>
    <w:rsid w:val="0022089E"/>
    <w:rsid w:val="0023496C"/>
    <w:rsid w:val="00241014"/>
    <w:rsid w:val="00246041"/>
    <w:rsid w:val="002567E5"/>
    <w:rsid w:val="00264E35"/>
    <w:rsid w:val="002744B4"/>
    <w:rsid w:val="00274B52"/>
    <w:rsid w:val="0028086A"/>
    <w:rsid w:val="002A2A80"/>
    <w:rsid w:val="002C10D9"/>
    <w:rsid w:val="002D4397"/>
    <w:rsid w:val="002E014D"/>
    <w:rsid w:val="002E45F0"/>
    <w:rsid w:val="002E5ED1"/>
    <w:rsid w:val="002E6CB5"/>
    <w:rsid w:val="00315355"/>
    <w:rsid w:val="00353199"/>
    <w:rsid w:val="003806E6"/>
    <w:rsid w:val="00391B37"/>
    <w:rsid w:val="003950EB"/>
    <w:rsid w:val="003A5871"/>
    <w:rsid w:val="003F11D3"/>
    <w:rsid w:val="0040191D"/>
    <w:rsid w:val="00433B15"/>
    <w:rsid w:val="00451B49"/>
    <w:rsid w:val="0047283F"/>
    <w:rsid w:val="00485574"/>
    <w:rsid w:val="00492B44"/>
    <w:rsid w:val="00494AE0"/>
    <w:rsid w:val="004E0F69"/>
    <w:rsid w:val="00510B55"/>
    <w:rsid w:val="00515873"/>
    <w:rsid w:val="0052188B"/>
    <w:rsid w:val="00527FC3"/>
    <w:rsid w:val="00531945"/>
    <w:rsid w:val="00533D19"/>
    <w:rsid w:val="00542D1E"/>
    <w:rsid w:val="0054659E"/>
    <w:rsid w:val="005556C9"/>
    <w:rsid w:val="0057189C"/>
    <w:rsid w:val="005734D2"/>
    <w:rsid w:val="00586341"/>
    <w:rsid w:val="005A292B"/>
    <w:rsid w:val="005A694F"/>
    <w:rsid w:val="005D0EF5"/>
    <w:rsid w:val="005E72F2"/>
    <w:rsid w:val="005F77E6"/>
    <w:rsid w:val="00636AE4"/>
    <w:rsid w:val="0066114A"/>
    <w:rsid w:val="0066458B"/>
    <w:rsid w:val="00687DDC"/>
    <w:rsid w:val="00693ABD"/>
    <w:rsid w:val="006B050B"/>
    <w:rsid w:val="006B34B4"/>
    <w:rsid w:val="006C15B0"/>
    <w:rsid w:val="006C28BB"/>
    <w:rsid w:val="006C52DC"/>
    <w:rsid w:val="006E4A3F"/>
    <w:rsid w:val="006E57CD"/>
    <w:rsid w:val="006F0A4A"/>
    <w:rsid w:val="007058A4"/>
    <w:rsid w:val="00717618"/>
    <w:rsid w:val="007228EE"/>
    <w:rsid w:val="00725996"/>
    <w:rsid w:val="0073770B"/>
    <w:rsid w:val="007410A2"/>
    <w:rsid w:val="007410C8"/>
    <w:rsid w:val="007450F9"/>
    <w:rsid w:val="00767B5F"/>
    <w:rsid w:val="00787314"/>
    <w:rsid w:val="007935F6"/>
    <w:rsid w:val="00797651"/>
    <w:rsid w:val="007B3D01"/>
    <w:rsid w:val="007C0265"/>
    <w:rsid w:val="007D701D"/>
    <w:rsid w:val="00820087"/>
    <w:rsid w:val="008266E0"/>
    <w:rsid w:val="00831F72"/>
    <w:rsid w:val="0084203E"/>
    <w:rsid w:val="00845857"/>
    <w:rsid w:val="0085661F"/>
    <w:rsid w:val="00856D0E"/>
    <w:rsid w:val="00864D88"/>
    <w:rsid w:val="008754EA"/>
    <w:rsid w:val="00877183"/>
    <w:rsid w:val="008818F7"/>
    <w:rsid w:val="008A1E55"/>
    <w:rsid w:val="008B44BB"/>
    <w:rsid w:val="008B4793"/>
    <w:rsid w:val="008C57DC"/>
    <w:rsid w:val="008C5CA0"/>
    <w:rsid w:val="008C6D64"/>
    <w:rsid w:val="008D12ED"/>
    <w:rsid w:val="008D1B56"/>
    <w:rsid w:val="008F3353"/>
    <w:rsid w:val="008F6CF4"/>
    <w:rsid w:val="00902A66"/>
    <w:rsid w:val="00916337"/>
    <w:rsid w:val="009225AA"/>
    <w:rsid w:val="009254D5"/>
    <w:rsid w:val="009437C4"/>
    <w:rsid w:val="0094492D"/>
    <w:rsid w:val="00952391"/>
    <w:rsid w:val="00955DED"/>
    <w:rsid w:val="00971B29"/>
    <w:rsid w:val="00977DC9"/>
    <w:rsid w:val="00986941"/>
    <w:rsid w:val="00987397"/>
    <w:rsid w:val="00993E2A"/>
    <w:rsid w:val="00995B78"/>
    <w:rsid w:val="00995FE0"/>
    <w:rsid w:val="009966AD"/>
    <w:rsid w:val="009A270E"/>
    <w:rsid w:val="009B7C37"/>
    <w:rsid w:val="009E10ED"/>
    <w:rsid w:val="009E3DA8"/>
    <w:rsid w:val="00A06708"/>
    <w:rsid w:val="00A20EEC"/>
    <w:rsid w:val="00A40B4F"/>
    <w:rsid w:val="00A40E93"/>
    <w:rsid w:val="00A43D45"/>
    <w:rsid w:val="00A7460D"/>
    <w:rsid w:val="00A856F2"/>
    <w:rsid w:val="00A85815"/>
    <w:rsid w:val="00A942C1"/>
    <w:rsid w:val="00AA38F2"/>
    <w:rsid w:val="00AA7A72"/>
    <w:rsid w:val="00AB48F2"/>
    <w:rsid w:val="00AC63AB"/>
    <w:rsid w:val="00AE5027"/>
    <w:rsid w:val="00AE7195"/>
    <w:rsid w:val="00B043B4"/>
    <w:rsid w:val="00B14892"/>
    <w:rsid w:val="00B17153"/>
    <w:rsid w:val="00B179BD"/>
    <w:rsid w:val="00B34199"/>
    <w:rsid w:val="00B61432"/>
    <w:rsid w:val="00B84480"/>
    <w:rsid w:val="00BA4C0A"/>
    <w:rsid w:val="00BC34E2"/>
    <w:rsid w:val="00BE3C42"/>
    <w:rsid w:val="00BF3E72"/>
    <w:rsid w:val="00C051D1"/>
    <w:rsid w:val="00C17434"/>
    <w:rsid w:val="00C22447"/>
    <w:rsid w:val="00C27ED5"/>
    <w:rsid w:val="00C51207"/>
    <w:rsid w:val="00C53192"/>
    <w:rsid w:val="00C62721"/>
    <w:rsid w:val="00C83861"/>
    <w:rsid w:val="00C94FDA"/>
    <w:rsid w:val="00CC4C0D"/>
    <w:rsid w:val="00CD0B13"/>
    <w:rsid w:val="00CD3FD9"/>
    <w:rsid w:val="00CD4679"/>
    <w:rsid w:val="00CD7D5F"/>
    <w:rsid w:val="00D17BB3"/>
    <w:rsid w:val="00D4641E"/>
    <w:rsid w:val="00D55AFF"/>
    <w:rsid w:val="00D70B9C"/>
    <w:rsid w:val="00D80B6A"/>
    <w:rsid w:val="00D876A3"/>
    <w:rsid w:val="00D90A91"/>
    <w:rsid w:val="00D925A3"/>
    <w:rsid w:val="00D97941"/>
    <w:rsid w:val="00DA2702"/>
    <w:rsid w:val="00DB4288"/>
    <w:rsid w:val="00DB73D5"/>
    <w:rsid w:val="00DD1DAC"/>
    <w:rsid w:val="00DD276F"/>
    <w:rsid w:val="00DD7E7C"/>
    <w:rsid w:val="00DF2B5C"/>
    <w:rsid w:val="00E024B4"/>
    <w:rsid w:val="00E13C28"/>
    <w:rsid w:val="00E2155C"/>
    <w:rsid w:val="00E23460"/>
    <w:rsid w:val="00E23F17"/>
    <w:rsid w:val="00E408B5"/>
    <w:rsid w:val="00E42106"/>
    <w:rsid w:val="00E43CF8"/>
    <w:rsid w:val="00E46FAB"/>
    <w:rsid w:val="00E519AA"/>
    <w:rsid w:val="00E81814"/>
    <w:rsid w:val="00E86100"/>
    <w:rsid w:val="00E97AB3"/>
    <w:rsid w:val="00EA2FAF"/>
    <w:rsid w:val="00EB5C2C"/>
    <w:rsid w:val="00F25773"/>
    <w:rsid w:val="00F3070B"/>
    <w:rsid w:val="00F5225F"/>
    <w:rsid w:val="00F658DB"/>
    <w:rsid w:val="00FD1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717618"/>
    <w:pPr>
      <w:overflowPunct w:val="0"/>
      <w:autoSpaceDE w:val="0"/>
      <w:autoSpaceDN w:val="0"/>
      <w:adjustRightInd w:val="0"/>
    </w:pPr>
    <w:rPr>
      <w:sz w:val="24"/>
    </w:rPr>
  </w:style>
  <w:style w:type="paragraph" w:styleId="Titolo1">
    <w:name w:val="heading 1"/>
    <w:basedOn w:val="Normale"/>
    <w:next w:val="Normale"/>
    <w:qFormat/>
    <w:pPr>
      <w:keepNext/>
      <w:textAlignment w:val="baseline"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textAlignment w:val="baseline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textAlignment w:val="baseline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textAlignment w:val="baseline"/>
      <w:outlineLvl w:val="3"/>
    </w:pPr>
    <w:rPr>
      <w:rFonts w:ascii="Pristina" w:hAnsi="Pristina"/>
      <w:sz w:val="32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7410C8"/>
    <w:pPr>
      <w:spacing w:before="240" w:after="60"/>
      <w:textAlignment w:val="baseline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spacing w:before="240" w:after="60"/>
      <w:textAlignment w:val="baseline"/>
      <w:outlineLvl w:val="5"/>
    </w:pPr>
    <w:rPr>
      <w:b/>
      <w:bCs/>
      <w:sz w:val="22"/>
      <w:szCs w:val="22"/>
    </w:rPr>
  </w:style>
  <w:style w:type="paragraph" w:styleId="Titolo9">
    <w:name w:val="heading 9"/>
    <w:basedOn w:val="Normale"/>
    <w:next w:val="Normale"/>
    <w:link w:val="Titolo9Carattere"/>
    <w:qFormat/>
    <w:rsid w:val="002E45F0"/>
    <w:pPr>
      <w:spacing w:before="240" w:after="60"/>
      <w:textAlignment w:val="baseline"/>
      <w:outlineLvl w:val="8"/>
    </w:pPr>
    <w:rPr>
      <w:rFonts w:ascii="Cambria" w:hAnsi="Cambria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  <w:textAlignment w:val="baseline"/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textAlignment w:val="baseline"/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  <w:textAlignment w:val="baseline"/>
    </w:pPr>
    <w:rPr>
      <w:sz w:val="28"/>
    </w:rPr>
  </w:style>
  <w:style w:type="paragraph" w:styleId="NormaleWeb">
    <w:name w:val="Normal (Web)"/>
    <w:basedOn w:val="Normale"/>
    <w:uiPriority w:val="99"/>
    <w:pPr>
      <w:overflowPunct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  <w:textAlignment w:val="baseline"/>
    </w:pPr>
  </w:style>
  <w:style w:type="paragraph" w:styleId="Testofumetto">
    <w:name w:val="Balloon Text"/>
    <w:basedOn w:val="Normale"/>
    <w:semiHidden/>
    <w:pPr>
      <w:textAlignment w:val="baseline"/>
    </w:pPr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  <w:textAlignment w:val="baseline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  <w:textAlignment w:val="baseline"/>
    </w:pPr>
    <w:rPr>
      <w:bCs/>
      <w:sz w:val="20"/>
    </w:rPr>
  </w:style>
  <w:style w:type="table" w:styleId="Grigliatabella">
    <w:name w:val="Table Grid"/>
    <w:basedOn w:val="Tabellanormale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9Carattere">
    <w:name w:val="Titolo 9 Carattere"/>
    <w:link w:val="Titolo9"/>
    <w:semiHidden/>
    <w:rsid w:val="002E45F0"/>
    <w:rPr>
      <w:rFonts w:ascii="Cambria" w:eastAsia="Times New Roman" w:hAnsi="Cambria" w:cs="Times New Roman"/>
      <w:sz w:val="22"/>
      <w:szCs w:val="22"/>
    </w:rPr>
  </w:style>
  <w:style w:type="character" w:customStyle="1" w:styleId="IntestazioneCarattere">
    <w:name w:val="Intestazione Carattere"/>
    <w:link w:val="Intestazione"/>
    <w:rsid w:val="002E45F0"/>
    <w:rPr>
      <w:sz w:val="24"/>
    </w:rPr>
  </w:style>
  <w:style w:type="paragraph" w:customStyle="1" w:styleId="Corpodeltesto31">
    <w:name w:val="Corpo del testo 31"/>
    <w:basedOn w:val="Normale"/>
    <w:rsid w:val="002E45F0"/>
    <w:pPr>
      <w:jc w:val="both"/>
    </w:pPr>
    <w:rPr>
      <w:b/>
    </w:rPr>
  </w:style>
  <w:style w:type="character" w:customStyle="1" w:styleId="PidipaginaCarattere">
    <w:name w:val="Piè di pagina Carattere"/>
    <w:link w:val="Pidipagina"/>
    <w:uiPriority w:val="99"/>
    <w:rsid w:val="003806E6"/>
    <w:rPr>
      <w:sz w:val="24"/>
    </w:rPr>
  </w:style>
  <w:style w:type="paragraph" w:styleId="Testonotaapidipagina">
    <w:name w:val="footnote text"/>
    <w:basedOn w:val="Normale"/>
    <w:link w:val="TestonotaapidipaginaCarattere"/>
    <w:rsid w:val="00C94FDA"/>
    <w:pPr>
      <w:textAlignment w:val="baseline"/>
    </w:pPr>
    <w:rPr>
      <w:sz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C94FDA"/>
  </w:style>
  <w:style w:type="character" w:styleId="Rimandonotaapidipagina">
    <w:name w:val="footnote reference"/>
    <w:rsid w:val="00C94FDA"/>
    <w:rPr>
      <w:vertAlign w:val="superscript"/>
    </w:rPr>
  </w:style>
  <w:style w:type="paragraph" w:customStyle="1" w:styleId="BodyText24">
    <w:name w:val="Body Text 24"/>
    <w:basedOn w:val="Normale"/>
    <w:rsid w:val="008266E0"/>
    <w:pPr>
      <w:jc w:val="both"/>
    </w:pPr>
    <w:rPr>
      <w:b/>
    </w:rPr>
  </w:style>
  <w:style w:type="character" w:customStyle="1" w:styleId="Titolo5Carattere">
    <w:name w:val="Titolo 5 Carattere"/>
    <w:link w:val="Titolo5"/>
    <w:semiHidden/>
    <w:rsid w:val="007410C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Enfasigrassetto">
    <w:name w:val="Strong"/>
    <w:uiPriority w:val="22"/>
    <w:qFormat/>
    <w:rsid w:val="005A694F"/>
    <w:rPr>
      <w:b/>
      <w:bCs/>
    </w:rPr>
  </w:style>
  <w:style w:type="paragraph" w:customStyle="1" w:styleId="grassetto1">
    <w:name w:val="grassetto1"/>
    <w:basedOn w:val="Normale"/>
    <w:rsid w:val="00636AE4"/>
    <w:pPr>
      <w:overflowPunct/>
      <w:autoSpaceDE/>
      <w:autoSpaceDN/>
      <w:adjustRightInd/>
      <w:spacing w:after="24"/>
    </w:pPr>
    <w:rPr>
      <w:b/>
      <w:bCs/>
      <w:szCs w:val="24"/>
    </w:rPr>
  </w:style>
  <w:style w:type="character" w:customStyle="1" w:styleId="riferimento1">
    <w:name w:val="riferimento1"/>
    <w:rsid w:val="00636AE4"/>
    <w:rPr>
      <w:i/>
      <w:iCs/>
      <w:color w:val="058940"/>
    </w:rPr>
  </w:style>
  <w:style w:type="paragraph" w:customStyle="1" w:styleId="BodyText22">
    <w:name w:val="Body Text 22"/>
    <w:basedOn w:val="Normale"/>
    <w:rsid w:val="00533D19"/>
    <w:pPr>
      <w:spacing w:line="480" w:lineRule="auto"/>
      <w:jc w:val="both"/>
    </w:pPr>
  </w:style>
  <w:style w:type="paragraph" w:styleId="Rientrocorpodeltesto3">
    <w:name w:val="Body Text Indent 3"/>
    <w:basedOn w:val="Normale"/>
    <w:link w:val="Rientrocorpodeltesto3Carattere"/>
    <w:rsid w:val="00533D19"/>
    <w:pPr>
      <w:widowControl w:val="0"/>
      <w:spacing w:after="120"/>
      <w:ind w:left="283"/>
      <w:textAlignment w:val="baseline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rsid w:val="00533D19"/>
    <w:rPr>
      <w:sz w:val="16"/>
      <w:szCs w:val="16"/>
    </w:rPr>
  </w:style>
  <w:style w:type="character" w:styleId="Enfasicorsivo">
    <w:name w:val="Emphasis"/>
    <w:qFormat/>
    <w:rsid w:val="00533D19"/>
    <w:rPr>
      <w:i/>
      <w:iCs/>
    </w:rPr>
  </w:style>
  <w:style w:type="paragraph" w:customStyle="1" w:styleId="BodyText23">
    <w:name w:val="Body Text 23"/>
    <w:basedOn w:val="Normale"/>
    <w:rsid w:val="00533D19"/>
    <w:pPr>
      <w:jc w:val="both"/>
    </w:pPr>
    <w:rPr>
      <w:b/>
    </w:rPr>
  </w:style>
  <w:style w:type="paragraph" w:customStyle="1" w:styleId="Rientrocorpodeltesto21">
    <w:name w:val="Rientro corpo del testo 21"/>
    <w:basedOn w:val="Normale"/>
    <w:rsid w:val="005F77E6"/>
    <w:pPr>
      <w:ind w:firstLine="708"/>
    </w:pPr>
    <w:rPr>
      <w:sz w:val="20"/>
    </w:rPr>
  </w:style>
  <w:style w:type="paragraph" w:customStyle="1" w:styleId="Default">
    <w:name w:val="Default"/>
    <w:rsid w:val="003A587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717618"/>
    <w:pPr>
      <w:overflowPunct w:val="0"/>
      <w:autoSpaceDE w:val="0"/>
      <w:autoSpaceDN w:val="0"/>
      <w:adjustRightInd w:val="0"/>
    </w:pPr>
    <w:rPr>
      <w:sz w:val="24"/>
    </w:rPr>
  </w:style>
  <w:style w:type="paragraph" w:styleId="Titolo1">
    <w:name w:val="heading 1"/>
    <w:basedOn w:val="Normale"/>
    <w:next w:val="Normale"/>
    <w:qFormat/>
    <w:pPr>
      <w:keepNext/>
      <w:textAlignment w:val="baseline"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textAlignment w:val="baseline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textAlignment w:val="baseline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textAlignment w:val="baseline"/>
      <w:outlineLvl w:val="3"/>
    </w:pPr>
    <w:rPr>
      <w:rFonts w:ascii="Pristina" w:hAnsi="Pristina"/>
      <w:sz w:val="32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7410C8"/>
    <w:pPr>
      <w:spacing w:before="240" w:after="60"/>
      <w:textAlignment w:val="baseline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spacing w:before="240" w:after="60"/>
      <w:textAlignment w:val="baseline"/>
      <w:outlineLvl w:val="5"/>
    </w:pPr>
    <w:rPr>
      <w:b/>
      <w:bCs/>
      <w:sz w:val="22"/>
      <w:szCs w:val="22"/>
    </w:rPr>
  </w:style>
  <w:style w:type="paragraph" w:styleId="Titolo9">
    <w:name w:val="heading 9"/>
    <w:basedOn w:val="Normale"/>
    <w:next w:val="Normale"/>
    <w:link w:val="Titolo9Carattere"/>
    <w:qFormat/>
    <w:rsid w:val="002E45F0"/>
    <w:pPr>
      <w:spacing w:before="240" w:after="60"/>
      <w:textAlignment w:val="baseline"/>
      <w:outlineLvl w:val="8"/>
    </w:pPr>
    <w:rPr>
      <w:rFonts w:ascii="Cambria" w:hAnsi="Cambria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  <w:textAlignment w:val="baseline"/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textAlignment w:val="baseline"/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  <w:textAlignment w:val="baseline"/>
    </w:pPr>
    <w:rPr>
      <w:sz w:val="28"/>
    </w:rPr>
  </w:style>
  <w:style w:type="paragraph" w:styleId="NormaleWeb">
    <w:name w:val="Normal (Web)"/>
    <w:basedOn w:val="Normale"/>
    <w:uiPriority w:val="99"/>
    <w:pPr>
      <w:overflowPunct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  <w:textAlignment w:val="baseline"/>
    </w:pPr>
  </w:style>
  <w:style w:type="paragraph" w:styleId="Testofumetto">
    <w:name w:val="Balloon Text"/>
    <w:basedOn w:val="Normale"/>
    <w:semiHidden/>
    <w:pPr>
      <w:textAlignment w:val="baseline"/>
    </w:pPr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  <w:textAlignment w:val="baseline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  <w:textAlignment w:val="baseline"/>
    </w:pPr>
    <w:rPr>
      <w:bCs/>
      <w:sz w:val="20"/>
    </w:rPr>
  </w:style>
  <w:style w:type="table" w:styleId="Grigliatabella">
    <w:name w:val="Table Grid"/>
    <w:basedOn w:val="Tabellanormale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9Carattere">
    <w:name w:val="Titolo 9 Carattere"/>
    <w:link w:val="Titolo9"/>
    <w:semiHidden/>
    <w:rsid w:val="002E45F0"/>
    <w:rPr>
      <w:rFonts w:ascii="Cambria" w:eastAsia="Times New Roman" w:hAnsi="Cambria" w:cs="Times New Roman"/>
      <w:sz w:val="22"/>
      <w:szCs w:val="22"/>
    </w:rPr>
  </w:style>
  <w:style w:type="character" w:customStyle="1" w:styleId="IntestazioneCarattere">
    <w:name w:val="Intestazione Carattere"/>
    <w:link w:val="Intestazione"/>
    <w:rsid w:val="002E45F0"/>
    <w:rPr>
      <w:sz w:val="24"/>
    </w:rPr>
  </w:style>
  <w:style w:type="paragraph" w:customStyle="1" w:styleId="Corpodeltesto31">
    <w:name w:val="Corpo del testo 31"/>
    <w:basedOn w:val="Normale"/>
    <w:rsid w:val="002E45F0"/>
    <w:pPr>
      <w:jc w:val="both"/>
    </w:pPr>
    <w:rPr>
      <w:b/>
    </w:rPr>
  </w:style>
  <w:style w:type="character" w:customStyle="1" w:styleId="PidipaginaCarattere">
    <w:name w:val="Piè di pagina Carattere"/>
    <w:link w:val="Pidipagina"/>
    <w:uiPriority w:val="99"/>
    <w:rsid w:val="003806E6"/>
    <w:rPr>
      <w:sz w:val="24"/>
    </w:rPr>
  </w:style>
  <w:style w:type="paragraph" w:styleId="Testonotaapidipagina">
    <w:name w:val="footnote text"/>
    <w:basedOn w:val="Normale"/>
    <w:link w:val="TestonotaapidipaginaCarattere"/>
    <w:rsid w:val="00C94FDA"/>
    <w:pPr>
      <w:textAlignment w:val="baseline"/>
    </w:pPr>
    <w:rPr>
      <w:sz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C94FDA"/>
  </w:style>
  <w:style w:type="character" w:styleId="Rimandonotaapidipagina">
    <w:name w:val="footnote reference"/>
    <w:rsid w:val="00C94FDA"/>
    <w:rPr>
      <w:vertAlign w:val="superscript"/>
    </w:rPr>
  </w:style>
  <w:style w:type="paragraph" w:customStyle="1" w:styleId="BodyText24">
    <w:name w:val="Body Text 24"/>
    <w:basedOn w:val="Normale"/>
    <w:rsid w:val="008266E0"/>
    <w:pPr>
      <w:jc w:val="both"/>
    </w:pPr>
    <w:rPr>
      <w:b/>
    </w:rPr>
  </w:style>
  <w:style w:type="character" w:customStyle="1" w:styleId="Titolo5Carattere">
    <w:name w:val="Titolo 5 Carattere"/>
    <w:link w:val="Titolo5"/>
    <w:semiHidden/>
    <w:rsid w:val="007410C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Enfasigrassetto">
    <w:name w:val="Strong"/>
    <w:uiPriority w:val="22"/>
    <w:qFormat/>
    <w:rsid w:val="005A694F"/>
    <w:rPr>
      <w:b/>
      <w:bCs/>
    </w:rPr>
  </w:style>
  <w:style w:type="paragraph" w:customStyle="1" w:styleId="grassetto1">
    <w:name w:val="grassetto1"/>
    <w:basedOn w:val="Normale"/>
    <w:rsid w:val="00636AE4"/>
    <w:pPr>
      <w:overflowPunct/>
      <w:autoSpaceDE/>
      <w:autoSpaceDN/>
      <w:adjustRightInd/>
      <w:spacing w:after="24"/>
    </w:pPr>
    <w:rPr>
      <w:b/>
      <w:bCs/>
      <w:szCs w:val="24"/>
    </w:rPr>
  </w:style>
  <w:style w:type="character" w:customStyle="1" w:styleId="riferimento1">
    <w:name w:val="riferimento1"/>
    <w:rsid w:val="00636AE4"/>
    <w:rPr>
      <w:i/>
      <w:iCs/>
      <w:color w:val="058940"/>
    </w:rPr>
  </w:style>
  <w:style w:type="paragraph" w:customStyle="1" w:styleId="BodyText22">
    <w:name w:val="Body Text 22"/>
    <w:basedOn w:val="Normale"/>
    <w:rsid w:val="00533D19"/>
    <w:pPr>
      <w:spacing w:line="480" w:lineRule="auto"/>
      <w:jc w:val="both"/>
    </w:pPr>
  </w:style>
  <w:style w:type="paragraph" w:styleId="Rientrocorpodeltesto3">
    <w:name w:val="Body Text Indent 3"/>
    <w:basedOn w:val="Normale"/>
    <w:link w:val="Rientrocorpodeltesto3Carattere"/>
    <w:rsid w:val="00533D19"/>
    <w:pPr>
      <w:widowControl w:val="0"/>
      <w:spacing w:after="120"/>
      <w:ind w:left="283"/>
      <w:textAlignment w:val="baseline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rsid w:val="00533D19"/>
    <w:rPr>
      <w:sz w:val="16"/>
      <w:szCs w:val="16"/>
    </w:rPr>
  </w:style>
  <w:style w:type="character" w:styleId="Enfasicorsivo">
    <w:name w:val="Emphasis"/>
    <w:qFormat/>
    <w:rsid w:val="00533D19"/>
    <w:rPr>
      <w:i/>
      <w:iCs/>
    </w:rPr>
  </w:style>
  <w:style w:type="paragraph" w:customStyle="1" w:styleId="BodyText23">
    <w:name w:val="Body Text 23"/>
    <w:basedOn w:val="Normale"/>
    <w:rsid w:val="00533D19"/>
    <w:pPr>
      <w:jc w:val="both"/>
    </w:pPr>
    <w:rPr>
      <w:b/>
    </w:rPr>
  </w:style>
  <w:style w:type="paragraph" w:customStyle="1" w:styleId="Rientrocorpodeltesto21">
    <w:name w:val="Rientro corpo del testo 21"/>
    <w:basedOn w:val="Normale"/>
    <w:rsid w:val="005F77E6"/>
    <w:pPr>
      <w:ind w:firstLine="708"/>
    </w:pPr>
    <w:rPr>
      <w:sz w:val="20"/>
    </w:rPr>
  </w:style>
  <w:style w:type="paragraph" w:customStyle="1" w:styleId="Default">
    <w:name w:val="Default"/>
    <w:rsid w:val="003A587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53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724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838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5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61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07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133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edfisicamarche@istruzione.it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arche.istruzione.it" TargetMode="External"/><Relationship Id="rId2" Type="http://schemas.openxmlformats.org/officeDocument/2006/relationships/hyperlink" Target="mailto:direzione-marche@istruzione.it" TargetMode="External"/><Relationship Id="rId1" Type="http://schemas.openxmlformats.org/officeDocument/2006/relationships/hyperlink" Target="mailto:drma@postacert.istruzione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00120\Desktop\modelli\USR%20Marche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01584B-2ACF-4418-9224-22A630145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USR Marche.dotx</Template>
  <TotalTime>1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Ministero Pubblica Istruzione</Company>
  <LinksUpToDate>false</LinksUpToDate>
  <CharactersWithSpaces>1256</CharactersWithSpaces>
  <SharedDoc>false</SharedDoc>
  <HLinks>
    <vt:vector size="24" baseType="variant">
      <vt:variant>
        <vt:i4>4521986</vt:i4>
      </vt:variant>
      <vt:variant>
        <vt:i4>9</vt:i4>
      </vt:variant>
      <vt:variant>
        <vt:i4>0</vt:i4>
      </vt:variant>
      <vt:variant>
        <vt:i4>5</vt:i4>
      </vt:variant>
      <vt:variant>
        <vt:lpwstr>http://www.marche.istruzione.it/</vt:lpwstr>
      </vt:variant>
      <vt:variant>
        <vt:lpwstr/>
      </vt:variant>
      <vt:variant>
        <vt:i4>2818122</vt:i4>
      </vt:variant>
      <vt:variant>
        <vt:i4>6</vt:i4>
      </vt:variant>
      <vt:variant>
        <vt:i4>0</vt:i4>
      </vt:variant>
      <vt:variant>
        <vt:i4>5</vt:i4>
      </vt:variant>
      <vt:variant>
        <vt:lpwstr>mailto:direzione-marche@istruzione.it</vt:lpwstr>
      </vt:variant>
      <vt:variant>
        <vt:lpwstr/>
      </vt:variant>
      <vt:variant>
        <vt:i4>1507435</vt:i4>
      </vt:variant>
      <vt:variant>
        <vt:i4>3</vt:i4>
      </vt:variant>
      <vt:variant>
        <vt:i4>0</vt:i4>
      </vt:variant>
      <vt:variant>
        <vt:i4>5</vt:i4>
      </vt:variant>
      <vt:variant>
        <vt:lpwstr>mailto:drma@postacert.istruzione.it</vt:lpwstr>
      </vt:variant>
      <vt:variant>
        <vt:lpwstr/>
      </vt:variant>
      <vt:variant>
        <vt:i4>1179687</vt:i4>
      </vt:variant>
      <vt:variant>
        <vt:i4>0</vt:i4>
      </vt:variant>
      <vt:variant>
        <vt:i4>0</vt:i4>
      </vt:variant>
      <vt:variant>
        <vt:i4>5</vt:i4>
      </vt:variant>
      <vt:variant>
        <vt:lpwstr>mailto:nicola.sabatino.an@istruzione.it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Administrator</dc:creator>
  <cp:lastModifiedBy>Administrator</cp:lastModifiedBy>
  <cp:revision>4</cp:revision>
  <cp:lastPrinted>2015-05-25T08:57:00Z</cp:lastPrinted>
  <dcterms:created xsi:type="dcterms:W3CDTF">2019-04-16T11:01:00Z</dcterms:created>
  <dcterms:modified xsi:type="dcterms:W3CDTF">2019-04-16T11:11:00Z</dcterms:modified>
</cp:coreProperties>
</file>